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Pr="008B401B" w:rsidRDefault="004F11FB" w:rsidP="003C2D94">
      <w:pPr>
        <w:pStyle w:val="Titlu1"/>
        <w:jc w:val="both"/>
      </w:pPr>
      <w:r w:rsidRPr="008B401B">
        <w:t>Fi</w:t>
      </w:r>
      <w:r w:rsidR="003A05CC" w:rsidRPr="008B401B">
        <w:t>ș</w:t>
      </w:r>
      <w:r w:rsidR="00CC601F" w:rsidRPr="008B401B">
        <w:t>a 1</w:t>
      </w:r>
      <w:r w:rsidR="00196C4C">
        <w:t>4</w:t>
      </w:r>
      <w:r w:rsidR="0007470F" w:rsidRPr="008B401B">
        <w:t xml:space="preserve">web </w:t>
      </w:r>
      <w:r w:rsidRPr="008B401B">
        <w:t xml:space="preserve">– </w:t>
      </w:r>
      <w:r w:rsidR="008A3B91">
        <w:t>PHP</w:t>
      </w:r>
      <w:r w:rsidR="009F10C2" w:rsidRPr="008B401B">
        <w:t>:</w:t>
      </w:r>
      <w:r w:rsidR="00196C4C">
        <w:t xml:space="preserve"> transmiterea unor date către o pagină PHP</w:t>
      </w:r>
      <w:r w:rsidR="00A57639">
        <w:t xml:space="preserve"> (folosind HTTP Query String, folosind formulare)</w:t>
      </w:r>
      <w:r w:rsidR="00196C4C">
        <w:t>, memorarea datelor folosind sesiuni</w:t>
      </w:r>
      <w:r w:rsidR="00DB54D1">
        <w:t xml:space="preserve"> – partea a II-lea</w:t>
      </w:r>
    </w:p>
    <w:p w:rsidR="00F636E1" w:rsidRDefault="00A30446" w:rsidP="00703838">
      <w:pPr>
        <w:pStyle w:val="Titlu2"/>
      </w:pPr>
      <w:r>
        <w:t>Folosirea sesiunilor</w:t>
      </w:r>
    </w:p>
    <w:p w:rsidR="00E33F46" w:rsidRDefault="00BD1BCD" w:rsidP="00AA41AD">
      <w:pPr>
        <w:pStyle w:val="Listparagraf"/>
        <w:numPr>
          <w:ilvl w:val="0"/>
          <w:numId w:val="35"/>
        </w:numPr>
      </w:pPr>
      <w:r>
        <w:t xml:space="preserve">O </w:t>
      </w:r>
      <w:r w:rsidRPr="00BD1BCD">
        <w:rPr>
          <w:i/>
        </w:rPr>
        <w:t>sesiune</w:t>
      </w:r>
      <w:r>
        <w:t xml:space="preserve"> este o perioadă de timp în care un utilizator interacționează cu un site. În limbajul PHP o sesiune este un spațiu de memorie temporar care se poate crea pe server pentru fiecare utilizator în momentul în care acesta intră pe una din paginile site-ului.</w:t>
      </w:r>
      <w:r w:rsidR="00886BCE">
        <w:t>După construirea</w:t>
      </w:r>
      <w:r w:rsidR="00D24CA2">
        <w:t xml:space="preserve"> acest</w:t>
      </w:r>
      <w:r w:rsidR="00886BCE">
        <w:t>ui</w:t>
      </w:r>
      <w:r w:rsidR="00D24CA2">
        <w:t xml:space="preserve"> spațiu de memorie el poate fi folosit pentru a păstra date despre utilizator pe toată durata interacțiunii acestuia cu site-ul, de exemplu </w:t>
      </w:r>
      <w:r w:rsidR="003B2EAF">
        <w:t xml:space="preserve">se poate memora </w:t>
      </w:r>
      <w:r w:rsidR="00D24CA2">
        <w:t xml:space="preserve">dacă </w:t>
      </w:r>
      <w:r w:rsidR="003B2EAF">
        <w:t>utilizatorul s-a autentificat corect</w:t>
      </w:r>
      <w:r w:rsidR="00D24CA2">
        <w:t xml:space="preserve">, </w:t>
      </w:r>
      <w:r w:rsidR="003B2EAF">
        <w:t xml:space="preserve">se pot memora </w:t>
      </w:r>
      <w:r w:rsidR="00D24CA2">
        <w:t>produsele din coșul de cumpărături etc.Odată memorate</w:t>
      </w:r>
      <w:r w:rsidR="00886BCE">
        <w:t>,</w:t>
      </w:r>
      <w:r w:rsidR="00D24CA2">
        <w:t xml:space="preserve"> aceste date vor fi accesibile din toate paginile site-ului până la sfârșitul sesiunii indiferent care este pagina în care au fost create.</w:t>
      </w:r>
    </w:p>
    <w:p w:rsidR="007F1F2C" w:rsidRDefault="00C22D69" w:rsidP="00AA41AD">
      <w:pPr>
        <w:pStyle w:val="Listparagraf"/>
        <w:numPr>
          <w:ilvl w:val="0"/>
          <w:numId w:val="35"/>
        </w:numPr>
      </w:pPr>
      <w:r>
        <w:t xml:space="preserve">O sesiune se creează </w:t>
      </w:r>
      <w:r w:rsidR="002800F3">
        <w:t xml:space="preserve">sau se reia </w:t>
      </w:r>
      <w:r>
        <w:t xml:space="preserve">folosind funcția </w:t>
      </w:r>
      <w:r>
        <w:rPr>
          <w:i/>
        </w:rPr>
        <w:t>start_session()</w:t>
      </w:r>
      <w:r>
        <w:t xml:space="preserve">. Aceasta </w:t>
      </w:r>
      <w:r w:rsidRPr="003B2EAF">
        <w:rPr>
          <w:b/>
        </w:rPr>
        <w:t>trebuie apelată înainte de afișarea oricărui element al paginii</w:t>
      </w:r>
      <w:r>
        <w:t xml:space="preserve"> și de aceea se apelează înainte de elementul </w:t>
      </w:r>
      <w:r>
        <w:rPr>
          <w:rFonts w:ascii="Consolas" w:hAnsi="Consolas" w:cs="Consolas"/>
          <w:color w:val="4F76AC"/>
          <w:sz w:val="16"/>
          <w:szCs w:val="16"/>
        </w:rPr>
        <w:t>&lt;</w:t>
      </w:r>
      <w:r>
        <w:rPr>
          <w:rFonts w:ascii="Consolas" w:hAnsi="Consolas" w:cs="Consolas"/>
          <w:color w:val="823125"/>
          <w:sz w:val="16"/>
          <w:szCs w:val="16"/>
        </w:rPr>
        <w:t>html</w:t>
      </w:r>
      <w:r>
        <w:rPr>
          <w:rFonts w:ascii="Consolas" w:hAnsi="Consolas" w:cs="Consolas"/>
          <w:color w:val="4F76AC"/>
          <w:sz w:val="16"/>
          <w:szCs w:val="16"/>
        </w:rPr>
        <w:t>&gt;</w:t>
      </w:r>
      <w:r>
        <w:t xml:space="preserve">. În momentul creării sesiunii se salvează pe discul utilizatorului un fișier special numit </w:t>
      </w:r>
      <w:r>
        <w:rPr>
          <w:i/>
        </w:rPr>
        <w:t>cookie</w:t>
      </w:r>
      <w:r>
        <w:t xml:space="preserve"> care memorează un identificator unic al sesiunii cu ajutorul căruia se identifică datele care aparțin acesteia. Acest fișier se șterge automat în momentul distrugerii sesiunii.</w:t>
      </w:r>
      <w:r w:rsidR="002800F3">
        <w:t xml:space="preserve"> Dacă fișierul există deja înseamnă că există o sesiune „în lucru” și se reia sesiunea respectivă toate datele memorate în aceasta devenind disponibile.</w:t>
      </w:r>
    </w:p>
    <w:p w:rsidR="00C22D69" w:rsidRDefault="00886BCE" w:rsidP="00511357">
      <w:pPr>
        <w:pStyle w:val="Listparagraf"/>
        <w:numPr>
          <w:ilvl w:val="0"/>
          <w:numId w:val="35"/>
        </w:numPr>
      </w:pPr>
      <w:r>
        <w:t>Datele unei sesiuni se păstrează în</w:t>
      </w:r>
      <w:r w:rsidR="00C22D69">
        <w:t xml:space="preserve"> vectorul </w:t>
      </w:r>
      <w:r w:rsidR="00C22D69" w:rsidRPr="00C22D69">
        <w:rPr>
          <w:i/>
        </w:rPr>
        <w:t>$_SESSION[]</w:t>
      </w:r>
      <w:r w:rsidR="00C22D69">
        <w:t>.</w:t>
      </w:r>
      <w:r w:rsidR="00511357">
        <w:t xml:space="preserve"> Sesiunea se distruge folosind funcția </w:t>
      </w:r>
      <w:r w:rsidR="00511357" w:rsidRPr="00511357">
        <w:rPr>
          <w:i/>
        </w:rPr>
        <w:t>session_destroy()</w:t>
      </w:r>
      <w:r w:rsidR="003B2EAF">
        <w:t xml:space="preserve">, </w:t>
      </w:r>
      <w:r>
        <w:t xml:space="preserve">sau </w:t>
      </w:r>
      <w:r w:rsidR="009A4E33">
        <w:t>automat</w:t>
      </w:r>
      <w:r w:rsidR="003B2EAF">
        <w:t xml:space="preserve"> la închiderea navigatorului,</w:t>
      </w:r>
      <w:r w:rsidR="009A4E33">
        <w:t xml:space="preserve"> sau după trecerea unei perioade de timp de la ult</w:t>
      </w:r>
      <w:r w:rsidR="001315CE">
        <w:t>ima acțiune a ut</w:t>
      </w:r>
      <w:r w:rsidR="009A4E33">
        <w:t>ilizatorului</w:t>
      </w:r>
      <w:r>
        <w:t xml:space="preserve"> (de obicei 20 de minute)</w:t>
      </w:r>
      <w:r w:rsidR="009A4E33">
        <w:t>.</w:t>
      </w:r>
    </w:p>
    <w:p w:rsidR="001315CE" w:rsidRDefault="001315CE" w:rsidP="00511357">
      <w:pPr>
        <w:pStyle w:val="Listparagraf"/>
        <w:numPr>
          <w:ilvl w:val="0"/>
          <w:numId w:val="35"/>
        </w:numPr>
      </w:pPr>
      <w:r>
        <w:t xml:space="preserve">Pentru exemplificarea modului de utilizare a sesiunilor să presupunem că avem un site format din 4 pagini: </w:t>
      </w:r>
      <w:r w:rsidRPr="001315CE">
        <w:rPr>
          <w:i/>
        </w:rPr>
        <w:t>index.php</w:t>
      </w:r>
      <w:r>
        <w:t xml:space="preserve">, </w:t>
      </w:r>
      <w:r w:rsidRPr="001315CE">
        <w:rPr>
          <w:i/>
        </w:rPr>
        <w:t>p1.php</w:t>
      </w:r>
      <w:r>
        <w:t xml:space="preserve">, </w:t>
      </w:r>
      <w:r>
        <w:rPr>
          <w:i/>
        </w:rPr>
        <w:t>secret1</w:t>
      </w:r>
      <w:r w:rsidRPr="001315CE">
        <w:rPr>
          <w:i/>
        </w:rPr>
        <w:t>.php</w:t>
      </w:r>
      <w:r>
        <w:t xml:space="preserve"> și </w:t>
      </w:r>
      <w:r>
        <w:rPr>
          <w:i/>
        </w:rPr>
        <w:t>secret</w:t>
      </w:r>
      <w:r w:rsidR="003B2EAF">
        <w:rPr>
          <w:i/>
        </w:rPr>
        <w:t>2</w:t>
      </w:r>
      <w:r w:rsidRPr="001315CE">
        <w:rPr>
          <w:i/>
        </w:rPr>
        <w:t>.php</w:t>
      </w:r>
      <w:r>
        <w:t xml:space="preserve">. Vrem ca paginile </w:t>
      </w:r>
      <w:r w:rsidRPr="001315CE">
        <w:rPr>
          <w:i/>
        </w:rPr>
        <w:t>index.php</w:t>
      </w:r>
      <w:r>
        <w:t xml:space="preserve"> (prima) și </w:t>
      </w:r>
      <w:r w:rsidRPr="001315CE">
        <w:rPr>
          <w:i/>
        </w:rPr>
        <w:t>p1.php</w:t>
      </w:r>
      <w:r>
        <w:t xml:space="preserve"> să poată fi accesate de oricine, dar paginile </w:t>
      </w:r>
      <w:r>
        <w:rPr>
          <w:i/>
        </w:rPr>
        <w:t>secret1</w:t>
      </w:r>
      <w:r w:rsidRPr="001315CE">
        <w:rPr>
          <w:i/>
        </w:rPr>
        <w:t>.php</w:t>
      </w:r>
      <w:r>
        <w:t xml:space="preserve"> și </w:t>
      </w:r>
      <w:r>
        <w:rPr>
          <w:i/>
        </w:rPr>
        <w:t>secret2</w:t>
      </w:r>
      <w:r w:rsidRPr="001315CE">
        <w:rPr>
          <w:i/>
        </w:rPr>
        <w:t>.php</w:t>
      </w:r>
      <w:r>
        <w:t xml:space="preserve"> să poată fi accesate doar de utilizatorii care au introdus date de identificare corecte (nume și parolă).</w:t>
      </w:r>
      <w:r w:rsidR="00E05D31">
        <w:t xml:space="preserve"> Pentru aceasta vom crea o sesiune și, dacă utilizatorul nu este deja autentificat, vom afișa un formular de autentificare în fiecare pagină</w:t>
      </w:r>
      <w:r w:rsidR="00727E6A">
        <w:t xml:space="preserve"> pentru ca</w:t>
      </w:r>
      <w:r w:rsidR="00E05D31">
        <w:t xml:space="preserve"> utilizatorul </w:t>
      </w:r>
      <w:r w:rsidR="00727E6A">
        <w:t>să poată</w:t>
      </w:r>
      <w:r w:rsidR="00E05D31">
        <w:t xml:space="preserve"> introduce numele și parola</w:t>
      </w:r>
      <w:r w:rsidR="00737C3F">
        <w:t xml:space="preserve"> (să zicem </w:t>
      </w:r>
      <w:r w:rsidR="00737C3F" w:rsidRPr="00737C3F">
        <w:rPr>
          <w:i/>
        </w:rPr>
        <w:t>vasile</w:t>
      </w:r>
      <w:r w:rsidR="00737C3F">
        <w:t xml:space="preserve"> și </w:t>
      </w:r>
      <w:r w:rsidR="00737C3F" w:rsidRPr="00737C3F">
        <w:rPr>
          <w:i/>
        </w:rPr>
        <w:t>xyz123</w:t>
      </w:r>
      <w:r w:rsidR="00737C3F">
        <w:t>)</w:t>
      </w:r>
      <w:r w:rsidR="00E05D31">
        <w:t xml:space="preserve">. Dacă </w:t>
      </w:r>
      <w:r w:rsidR="00321E23">
        <w:t xml:space="preserve">datele introduse </w:t>
      </w:r>
      <w:r w:rsidR="00E05D31">
        <w:t>s</w:t>
      </w:r>
      <w:r w:rsidR="00727E6A">
        <w:t xml:space="preserve">unt corecte vom crea variabila </w:t>
      </w:r>
      <w:r w:rsidR="00727E6A">
        <w:rPr>
          <w:i/>
        </w:rPr>
        <w:t>permis</w:t>
      </w:r>
      <w:r w:rsidR="00727E6A">
        <w:t xml:space="preserve"> și îi vom da valoarea </w:t>
      </w:r>
      <w:r w:rsidR="00727E6A" w:rsidRPr="00727E6A">
        <w:rPr>
          <w:i/>
        </w:rPr>
        <w:t>„da”</w:t>
      </w:r>
      <w:r w:rsidR="00321E23">
        <w:t>. Această variabilă se păstrează automat</w:t>
      </w:r>
      <w:r w:rsidR="00E05D31">
        <w:t xml:space="preserve"> în vectorul </w:t>
      </w:r>
      <w:r w:rsidR="00E05D31" w:rsidRPr="00727E6A">
        <w:rPr>
          <w:i/>
        </w:rPr>
        <w:t>$_SESSION[]</w:t>
      </w:r>
      <w:r w:rsidR="00E05D31">
        <w:t>. În fiecare dintre paginile protejate</w:t>
      </w:r>
      <w:r w:rsidR="00321E23">
        <w:t xml:space="preserve"> (</w:t>
      </w:r>
      <w:r w:rsidR="00321E23" w:rsidRPr="00321E23">
        <w:rPr>
          <w:i/>
        </w:rPr>
        <w:t>secret1.php</w:t>
      </w:r>
      <w:r w:rsidR="00321E23">
        <w:t xml:space="preserve"> și </w:t>
      </w:r>
      <w:r w:rsidR="00321E23" w:rsidRPr="00321E23">
        <w:rPr>
          <w:i/>
        </w:rPr>
        <w:t>secret2.php</w:t>
      </w:r>
      <w:r w:rsidR="00321E23">
        <w:t>)</w:t>
      </w:r>
      <w:r w:rsidR="00E05D31">
        <w:t xml:space="preserve"> vom verifica ace</w:t>
      </w:r>
      <w:r w:rsidR="00727E6A">
        <w:t xml:space="preserve">astă variabilă. Dacă există și are valoarea </w:t>
      </w:r>
      <w:r w:rsidR="00727E6A" w:rsidRPr="00727E6A">
        <w:rPr>
          <w:i/>
        </w:rPr>
        <w:t>„da”</w:t>
      </w:r>
      <w:r w:rsidR="00727E6A">
        <w:t xml:space="preserve">atunci </w:t>
      </w:r>
      <w:r w:rsidR="00E05D31">
        <w:t xml:space="preserve">vom afișa conținutul paginii, dacă nu, vom afișa mesajul </w:t>
      </w:r>
      <w:r w:rsidR="00E05D31" w:rsidRPr="00E05D31">
        <w:rPr>
          <w:i/>
        </w:rPr>
        <w:t>„</w:t>
      </w:r>
      <w:r w:rsidR="00E05D31">
        <w:rPr>
          <w:i/>
        </w:rPr>
        <w:t>Nu puteți accesa această pagină decât după autentificare!</w:t>
      </w:r>
      <w:r w:rsidR="00E05D31" w:rsidRPr="00E05D31">
        <w:rPr>
          <w:i/>
        </w:rPr>
        <w:t>”</w:t>
      </w:r>
      <w:r w:rsidR="00E05D31">
        <w:t>. Studiați cu atenție conținutul paginilor prezentate mai jos și reț</w:t>
      </w:r>
      <w:r w:rsidR="00727E6A">
        <w:t>ineți modul în care sunt folosite sesiunile pentru autentificare</w:t>
      </w:r>
      <w:r w:rsidR="003A4E1D">
        <w:t xml:space="preserve"> și controlul accesului</w:t>
      </w:r>
      <w:r w:rsidR="00E05D31">
        <w:t>.</w:t>
      </w:r>
      <w:r w:rsidR="006314AE">
        <w:t xml:space="preserve"> Creați un site nou care conține paginile descrise și verificați-i funcționarea.</w:t>
      </w:r>
    </w:p>
    <w:p w:rsidR="00E05D31" w:rsidRDefault="00E05D31" w:rsidP="00511357">
      <w:pPr>
        <w:pStyle w:val="Listparagraf"/>
        <w:numPr>
          <w:ilvl w:val="0"/>
          <w:numId w:val="35"/>
        </w:numPr>
      </w:pPr>
      <w:r>
        <w:t>Prima pagină (</w:t>
      </w:r>
      <w:r>
        <w:rPr>
          <w:i/>
        </w:rPr>
        <w:t>index.php</w:t>
      </w:r>
      <w:r>
        <w:t>):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//creăm sau reluăm sesiunea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</w:rPr>
        <w:t>session_start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();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 xml:space="preserve">//verificăm dacă este creată variabila </w:t>
      </w:r>
      <w:r w:rsidR="009F2A0C" w:rsidRPr="009F2A0C">
        <w:rPr>
          <w:rFonts w:ascii="Consolas" w:eastAsia="Times New Roman" w:hAnsi="Consolas" w:cs="Consolas"/>
          <w:i/>
          <w:color w:val="46830D"/>
          <w:sz w:val="16"/>
          <w:szCs w:val="16"/>
        </w:rPr>
        <w:t>permis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. dacă nu, o creăm.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(!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isset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]))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]=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"nu"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//utilizator neautentificat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!DOCTYPE</w:t>
      </w:r>
      <w:r w:rsidR="00656B13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html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="00656B13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lang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="en"&gt;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meta</w:t>
      </w:r>
      <w:r w:rsidR="00656B13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charset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="utf-8"/&gt;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656B13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de start - publică.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 xml:space="preserve">//dacă </w:t>
      </w:r>
      <w:r w:rsidR="009F2A0C">
        <w:rPr>
          <w:rFonts w:ascii="Consolas" w:eastAsia="Times New Roman" w:hAnsi="Consolas" w:cs="Consolas"/>
          <w:color w:val="46830D"/>
          <w:sz w:val="16"/>
          <w:szCs w:val="16"/>
        </w:rPr>
        <w:t xml:space="preserve">utilizatorul 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 xml:space="preserve">nu e autentificat afișăm formularul și </w:t>
      </w:r>
      <w:r w:rsidR="009F2A0C">
        <w:rPr>
          <w:rFonts w:ascii="Consolas" w:eastAsia="Times New Roman" w:hAnsi="Consolas" w:cs="Consolas"/>
          <w:color w:val="46830D"/>
          <w:sz w:val="16"/>
          <w:szCs w:val="16"/>
        </w:rPr>
        <w:t>un avertisment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]===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"nu"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)</w:t>
      </w:r>
    </w:p>
    <w:p w:rsid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{</w:t>
      </w:r>
      <w:r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B86CAC" w:rsidRPr="00336EFD" w:rsidRDefault="00B86CAC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B86CA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86CA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86CA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86CA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&lt;!--</w:t>
      </w:r>
      <w:r>
        <w:rPr>
          <w:rFonts w:ascii="Consolas" w:eastAsia="Times New Roman" w:hAnsi="Consolas" w:cs="Consolas"/>
          <w:color w:val="46830D"/>
          <w:sz w:val="16"/>
          <w:szCs w:val="16"/>
        </w:rPr>
        <w:t xml:space="preserve"> programul php e întrerupt</w:t>
      </w:r>
      <w:r w:rsidR="00BF079D">
        <w:rPr>
          <w:rFonts w:ascii="Consolas" w:eastAsia="Times New Roman" w:hAnsi="Consolas" w:cs="Consolas"/>
          <w:color w:val="46830D"/>
          <w:sz w:val="16"/>
          <w:szCs w:val="16"/>
        </w:rPr>
        <w:t xml:space="preserve"> aici ...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 xml:space="preserve"> --&gt;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Nu ești autentificat!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form</w:t>
      </w:r>
      <w:r w:rsidR="00656B13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action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="login.php"</w:t>
      </w:r>
      <w:r w:rsidR="00656B13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method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="post"&gt;</w:t>
      </w:r>
    </w:p>
    <w:p w:rsid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label</w:t>
      </w:r>
      <w:r w:rsidR="00656B13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for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="nume"&gt;</w:t>
      </w:r>
      <w:r w:rsidR="00656B13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 xml:space="preserve">Nume : 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label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input</w:t>
      </w:r>
      <w:r w:rsidR="00656B13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type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="text"</w:t>
      </w:r>
      <w:r w:rsidR="00656B13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name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="nume"</w:t>
      </w:r>
      <w:r w:rsidR="00656B13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id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="nume"&gt;&lt;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br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/&gt;</w:t>
      </w:r>
    </w:p>
    <w:p w:rsid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label</w:t>
      </w:r>
      <w:r w:rsidR="00656B13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for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="parola"&gt;</w:t>
      </w:r>
      <w:r w:rsidR="00656B13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 xml:space="preserve">Parola : 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label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input</w:t>
      </w:r>
      <w:r w:rsidR="00656B13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type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="password"</w:t>
      </w:r>
      <w:r w:rsidR="00656B13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name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="parola"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id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="parola"&gt;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br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/&gt;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lastRenderedPageBreak/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input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type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="submit"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value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="Autentificare"&gt;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br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/&gt;</w:t>
      </w:r>
    </w:p>
    <w:p w:rsid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4F76AC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form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BF079D" w:rsidRPr="00336EFD" w:rsidRDefault="00BF079D" w:rsidP="00BF079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B86CA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86CA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86CA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B86CAC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&lt;!--</w:t>
      </w:r>
      <w:r>
        <w:rPr>
          <w:rFonts w:ascii="Consolas" w:eastAsia="Times New Roman" w:hAnsi="Consolas" w:cs="Consolas"/>
          <w:color w:val="46830D"/>
          <w:sz w:val="16"/>
          <w:szCs w:val="16"/>
        </w:rPr>
        <w:t xml:space="preserve"> ... și reluat aici 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--&gt;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}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else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//dacă e autentificat îi spunem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"&lt;p&gt;Ești autentificat!&lt;/p&gt;"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&lt;!-- afișare meniu --&gt;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Meniu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="index.php"&gt;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de start (publică)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="p1.php"&gt;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1 (publică)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="secret1.php"&gt;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secretă 1 (protejată)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="secret2.php"&gt;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secretă 2 (protejată)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="logout.php"&gt;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Ieșire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E05D31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E05D31" w:rsidRDefault="00E05D31" w:rsidP="00511357">
      <w:pPr>
        <w:pStyle w:val="Listparagraf"/>
        <w:numPr>
          <w:ilvl w:val="0"/>
          <w:numId w:val="35"/>
        </w:numPr>
      </w:pPr>
      <w:r>
        <w:t>Pagina a doua, publică</w:t>
      </w:r>
      <w:r w:rsidR="000C0345">
        <w:t xml:space="preserve"> (</w:t>
      </w:r>
      <w:r w:rsidR="000C0345">
        <w:rPr>
          <w:i/>
        </w:rPr>
        <w:t>p1.php</w:t>
      </w:r>
      <w:r w:rsidR="000C0345">
        <w:t>):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//creăm sau reluăm sesiunea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</w:rPr>
        <w:t>session_start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();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//verificăm dacă este creată variabila de testare autentificare. dacă nu, o creăm.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(!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isset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]))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]=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"nu"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//utilizator neautentificat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!DOCTYPE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html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lang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="en"&gt;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meta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charset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="utf-8"/&gt;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1 - publică. Toate-s bune și frumoase.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//dacă nu e autentificat afișăm formularul și mesaj că nu e autentificat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]===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"nu"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)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{</w:t>
      </w:r>
      <w:r w:rsidR="00EF6AF7"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Nu ești autentificat!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form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action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="login.php"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method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="post"&gt;</w:t>
      </w:r>
    </w:p>
    <w:p w:rsidR="00EF6AF7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label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for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="nume"&gt;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 xml:space="preserve">Nume : 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label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EF6AF7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="00336EFD" w:rsidRPr="00336EFD">
        <w:rPr>
          <w:rFonts w:ascii="Consolas" w:eastAsia="Times New Roman" w:hAnsi="Consolas" w:cs="Consolas"/>
          <w:color w:val="823125"/>
          <w:sz w:val="16"/>
          <w:szCs w:val="16"/>
        </w:rPr>
        <w:t>input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="00336EFD" w:rsidRPr="00336EFD">
        <w:rPr>
          <w:rFonts w:ascii="Consolas" w:eastAsia="Times New Roman" w:hAnsi="Consolas" w:cs="Consolas"/>
          <w:color w:val="CF4820"/>
          <w:sz w:val="16"/>
          <w:szCs w:val="16"/>
        </w:rPr>
        <w:t>type</w:t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="text"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="00336EFD" w:rsidRPr="00336EFD">
        <w:rPr>
          <w:rFonts w:ascii="Consolas" w:eastAsia="Times New Roman" w:hAnsi="Consolas" w:cs="Consolas"/>
          <w:color w:val="CF4820"/>
          <w:sz w:val="16"/>
          <w:szCs w:val="16"/>
        </w:rPr>
        <w:t>name</w:t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="nume"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="00336EFD" w:rsidRPr="00336EFD">
        <w:rPr>
          <w:rFonts w:ascii="Consolas" w:eastAsia="Times New Roman" w:hAnsi="Consolas" w:cs="Consolas"/>
          <w:color w:val="CF4820"/>
          <w:sz w:val="16"/>
          <w:szCs w:val="16"/>
        </w:rPr>
        <w:t>id</w:t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="nume"&gt;&lt;</w:t>
      </w:r>
      <w:r w:rsidR="00336EFD" w:rsidRPr="00336EFD">
        <w:rPr>
          <w:rFonts w:ascii="Consolas" w:eastAsia="Times New Roman" w:hAnsi="Consolas" w:cs="Consolas"/>
          <w:color w:val="823125"/>
          <w:sz w:val="16"/>
          <w:szCs w:val="16"/>
        </w:rPr>
        <w:t>br</w:t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/&gt;</w:t>
      </w:r>
    </w:p>
    <w:p w:rsidR="00EF6AF7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label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for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="parola"&gt;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 xml:space="preserve">Parola : 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label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EF6AF7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="00336EFD" w:rsidRPr="00336EFD">
        <w:rPr>
          <w:rFonts w:ascii="Consolas" w:eastAsia="Times New Roman" w:hAnsi="Consolas" w:cs="Consolas"/>
          <w:color w:val="823125"/>
          <w:sz w:val="16"/>
          <w:szCs w:val="16"/>
        </w:rPr>
        <w:t>input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="00336EFD" w:rsidRPr="00336EFD">
        <w:rPr>
          <w:rFonts w:ascii="Consolas" w:eastAsia="Times New Roman" w:hAnsi="Consolas" w:cs="Consolas"/>
          <w:color w:val="CF4820"/>
          <w:sz w:val="16"/>
          <w:szCs w:val="16"/>
        </w:rPr>
        <w:t>type</w:t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="password"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="00336EFD" w:rsidRPr="00336EFD">
        <w:rPr>
          <w:rFonts w:ascii="Consolas" w:eastAsia="Times New Roman" w:hAnsi="Consolas" w:cs="Consolas"/>
          <w:color w:val="CF4820"/>
          <w:sz w:val="16"/>
          <w:szCs w:val="16"/>
        </w:rPr>
        <w:t>name</w:t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="parola"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="00336EFD" w:rsidRPr="00336EFD">
        <w:rPr>
          <w:rFonts w:ascii="Consolas" w:eastAsia="Times New Roman" w:hAnsi="Consolas" w:cs="Consolas"/>
          <w:color w:val="CF4820"/>
          <w:sz w:val="16"/>
          <w:szCs w:val="16"/>
        </w:rPr>
        <w:t>id</w:t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="parola"&gt;&lt;</w:t>
      </w:r>
      <w:r w:rsidR="00336EFD" w:rsidRPr="00336EFD">
        <w:rPr>
          <w:rFonts w:ascii="Consolas" w:eastAsia="Times New Roman" w:hAnsi="Consolas" w:cs="Consolas"/>
          <w:color w:val="823125"/>
          <w:sz w:val="16"/>
          <w:szCs w:val="16"/>
        </w:rPr>
        <w:t>br</w:t>
      </w:r>
      <w:r w:rsidR="00336EFD" w:rsidRPr="00336EFD">
        <w:rPr>
          <w:rFonts w:ascii="Consolas" w:eastAsia="Times New Roman" w:hAnsi="Consolas" w:cs="Consolas"/>
          <w:color w:val="4F76AC"/>
          <w:sz w:val="16"/>
          <w:szCs w:val="16"/>
        </w:rPr>
        <w:t>/&gt;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input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type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="submit"</w:t>
      </w:r>
      <w:r w:rsidR="0014130A">
        <w:rPr>
          <w:rFonts w:ascii="Consolas" w:eastAsia="Times New Roman" w:hAnsi="Consolas" w:cs="Consolas"/>
          <w:color w:val="4F76AC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value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="Autentificare"&gt;&lt;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br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/&gt;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form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EF6AF7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}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else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//dacă e autentificat îi spunem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"&lt;p&gt;Ești autentificat!&lt;/p&gt;"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&lt;!-- afișare meniu --&gt;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Meniu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="index.php"&gt;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de start (publică)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="p1.php"&gt;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1 (publică)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="secret1.php"&gt;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secretă 1 (protejată)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="secret2.php"&gt;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secretă 2 (protejată)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14130A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="logout.php"&gt;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Ieșire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0C0345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0C0345" w:rsidRDefault="000C0345" w:rsidP="000C0345">
      <w:pPr>
        <w:pStyle w:val="Listparagraf"/>
        <w:numPr>
          <w:ilvl w:val="0"/>
          <w:numId w:val="35"/>
        </w:numPr>
      </w:pPr>
      <w:r>
        <w:t>Pagina a treia, protejată (</w:t>
      </w:r>
      <w:r>
        <w:rPr>
          <w:i/>
        </w:rPr>
        <w:t>secret1.php</w:t>
      </w:r>
      <w:r>
        <w:t>):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//creăm sau reluăm sesiunea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</w:rPr>
        <w:t>session_start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();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//verificăm dacă este creată variabila de testare autentificare. dacă nu, o creăm.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(!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isset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]))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]=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"nu"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//utilizator neautentificat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!DOCTYPE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html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lastRenderedPageBreak/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="00D1416C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lang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="en"&gt;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meta</w:t>
      </w:r>
      <w:r w:rsidR="00D1416C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charset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="utf-8"/&gt;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cu secrete 1 - protejată.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7B252E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 xml:space="preserve">//dacă nu e autentificat afișăm </w:t>
      </w:r>
      <w:r w:rsidR="009F2A0C">
        <w:rPr>
          <w:rFonts w:ascii="Consolas" w:eastAsia="Times New Roman" w:hAnsi="Consolas" w:cs="Consolas"/>
          <w:color w:val="46830D"/>
          <w:sz w:val="16"/>
          <w:szCs w:val="16"/>
        </w:rPr>
        <w:t>un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 xml:space="preserve"> mesaj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]===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"nu"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)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{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 xml:space="preserve">"&lt;p&gt;Nu poți să vezi </w:t>
      </w:r>
      <w:r w:rsidR="008F0100">
        <w:rPr>
          <w:rFonts w:ascii="Consolas" w:eastAsia="Times New Roman" w:hAnsi="Consolas" w:cs="Consolas"/>
          <w:color w:val="823125"/>
          <w:sz w:val="16"/>
          <w:szCs w:val="16"/>
        </w:rPr>
        <w:t>pagina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 xml:space="preserve"> decât după autentificare! Du-te înapoi!&lt;/p&gt;"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}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else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//dacă e autentificat se afișează conținutul secret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{</w:t>
      </w:r>
      <w:r w:rsidR="00A7233F"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4451EE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46830D"/>
          <w:sz w:val="16"/>
          <w:szCs w:val="16"/>
        </w:rPr>
        <w:t>&lt;!-- Aici e conținutul secret --&gt;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4451EE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9F2A0C">
        <w:rPr>
          <w:rFonts w:ascii="Consolas" w:eastAsia="Times New Roman" w:hAnsi="Consolas" w:cs="Consolas"/>
          <w:color w:val="000000"/>
          <w:sz w:val="16"/>
          <w:szCs w:val="16"/>
        </w:rPr>
        <w:t xml:space="preserve">Acesta este secretul 1. 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Doar șmecherii autentificați văd secretul 1.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4451EE" w:rsidRDefault="004451EE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4451EE" w:rsidRDefault="004451EE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1E7C7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1E7C70"/>
          <w:sz w:val="16"/>
          <w:szCs w:val="16"/>
        </w:rPr>
        <w:t>}</w:t>
      </w:r>
    </w:p>
    <w:p w:rsidR="00336EFD" w:rsidRPr="00336EFD" w:rsidRDefault="004451EE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="00336EFD"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&lt;!-- afișare meniu --&gt;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Meniu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D1416C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="index.php"&gt;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de start (publică)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D1416C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="p1.php"&gt;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1 (publică)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D1416C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="secret1.php"&gt;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secretă 1 (protejată)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D1416C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="secret2.php"&gt;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secretă 2 (protejată)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="00D1416C">
        <w:rPr>
          <w:rFonts w:ascii="Consolas" w:eastAsia="Times New Roman" w:hAnsi="Consolas" w:cs="Consolas"/>
          <w:color w:val="823125"/>
          <w:sz w:val="16"/>
          <w:szCs w:val="16"/>
        </w:rPr>
        <w:t xml:space="preserve"> 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="logout.php"&gt;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Ieșire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0C0345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0C0345" w:rsidRDefault="000C0345" w:rsidP="000C0345">
      <w:pPr>
        <w:pStyle w:val="Listparagraf"/>
        <w:numPr>
          <w:ilvl w:val="0"/>
          <w:numId w:val="35"/>
        </w:numPr>
      </w:pPr>
      <w:r>
        <w:t>Pagina a patra, protejată (</w:t>
      </w:r>
      <w:r>
        <w:rPr>
          <w:i/>
        </w:rPr>
        <w:t>secret2.php</w:t>
      </w:r>
      <w:r>
        <w:t>):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//creăm sau reluăm sesiunea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</w:rPr>
        <w:t>session_start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();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//verificăm dacă este creată variabila de testare autentificare. dacă nu, o creăm.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(!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isset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]))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]=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"nu"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//utilizator neautentificat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!DOCTYPE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html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lang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="en"&gt;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meta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charset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="utf-8"/&gt;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title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head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cu secrete 2 - protejată.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 xml:space="preserve">//dacă nu e autentificat afișăm </w:t>
      </w:r>
      <w:r w:rsidR="00126589">
        <w:rPr>
          <w:rFonts w:ascii="Consolas" w:eastAsia="Times New Roman" w:hAnsi="Consolas" w:cs="Consolas"/>
          <w:color w:val="46830D"/>
          <w:sz w:val="16"/>
          <w:szCs w:val="16"/>
        </w:rPr>
        <w:t>un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 xml:space="preserve"> mesaj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336EFD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]===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"nu"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)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{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echo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 xml:space="preserve">"&lt;p&gt;Nu poți să vezi </w:t>
      </w:r>
      <w:r>
        <w:rPr>
          <w:rFonts w:ascii="Consolas" w:eastAsia="Times New Roman" w:hAnsi="Consolas" w:cs="Consolas"/>
          <w:color w:val="823125"/>
          <w:sz w:val="16"/>
          <w:szCs w:val="16"/>
        </w:rPr>
        <w:t>pagina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 xml:space="preserve"> decât după autentificare! Du-te înapoi!&lt;/p&gt;"</w:t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;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}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else</w:t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//dacă e autentificat se afișează conținutul secret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{</w:t>
      </w:r>
      <w:r>
        <w:rPr>
          <w:rFonts w:ascii="Consolas" w:eastAsia="Times New Roman" w:hAnsi="Consolas" w:cs="Consolas"/>
          <w:color w:val="1E7C7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&lt;!-- Aici e conținutul secret --&gt;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="00E71B86">
        <w:rPr>
          <w:rFonts w:ascii="Consolas" w:eastAsia="Times New Roman" w:hAnsi="Consolas" w:cs="Consolas"/>
          <w:color w:val="000000"/>
          <w:sz w:val="16"/>
          <w:szCs w:val="16"/>
        </w:rPr>
        <w:t xml:space="preserve">Acestaeste secretul 2. 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Doarșmeche</w:t>
      </w:r>
      <w:r>
        <w:rPr>
          <w:rFonts w:ascii="Consolas" w:eastAsia="Times New Roman" w:hAnsi="Consolas" w:cs="Consolas"/>
          <w:color w:val="000000"/>
          <w:sz w:val="16"/>
          <w:szCs w:val="16"/>
        </w:rPr>
        <w:t>rii autentificați văd secretul 2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.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h1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42BB1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342BB1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1E7C7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1E7C70"/>
          <w:sz w:val="16"/>
          <w:szCs w:val="16"/>
        </w:rPr>
        <w:t>}</w:t>
      </w:r>
    </w:p>
    <w:p w:rsidR="00342BB1" w:rsidRPr="00336EFD" w:rsidRDefault="00342BB1" w:rsidP="00342BB1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6830D"/>
          <w:sz w:val="16"/>
          <w:szCs w:val="16"/>
        </w:rPr>
        <w:t>&lt;!-- afișare meniu --&gt;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Meniu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p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="index.php"&gt;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de start (publică)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="p1.php"&gt;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1 (publică)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="secret1.php"&gt;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secretă 1 (protejată)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="secret2.php"&gt;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Pagina secretă 2 (protejată)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CF4820"/>
          <w:sz w:val="16"/>
          <w:szCs w:val="16"/>
        </w:rPr>
        <w:t>href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="logout.php"&gt;</w:t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>Ieșire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a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li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ul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336EFD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body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0C0345" w:rsidRPr="00336EFD" w:rsidRDefault="00336EFD" w:rsidP="00336EFD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1701"/>
          <w:tab w:val="left" w:pos="2127"/>
          <w:tab w:val="left" w:pos="2552"/>
          <w:tab w:val="left" w:pos="2977"/>
          <w:tab w:val="left" w:pos="340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&lt;/</w:t>
      </w:r>
      <w:r w:rsidRPr="00336EFD">
        <w:rPr>
          <w:rFonts w:ascii="Consolas" w:eastAsia="Times New Roman" w:hAnsi="Consolas" w:cs="Consolas"/>
          <w:color w:val="823125"/>
          <w:sz w:val="16"/>
          <w:szCs w:val="16"/>
        </w:rPr>
        <w:t>html</w:t>
      </w:r>
      <w:r w:rsidRPr="00336EFD">
        <w:rPr>
          <w:rFonts w:ascii="Consolas" w:eastAsia="Times New Roman" w:hAnsi="Consolas" w:cs="Consolas"/>
          <w:color w:val="4F76AC"/>
          <w:sz w:val="16"/>
          <w:szCs w:val="16"/>
        </w:rPr>
        <w:t>&gt;</w:t>
      </w:r>
    </w:p>
    <w:p w:rsidR="0089775D" w:rsidRDefault="0089775D" w:rsidP="00206B67">
      <w:pPr>
        <w:pStyle w:val="Listparagraf"/>
        <w:numPr>
          <w:ilvl w:val="0"/>
          <w:numId w:val="35"/>
        </w:numPr>
      </w:pPr>
      <w:r>
        <w:t>Pagina de verificare a numelui și parolei (</w:t>
      </w:r>
      <w:r w:rsidRPr="00206B67">
        <w:rPr>
          <w:i/>
        </w:rPr>
        <w:t>login.php</w:t>
      </w:r>
      <w:r>
        <w:t>):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lastRenderedPageBreak/>
        <w:t>&lt;?php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//creăm sau reluăm sesiunea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222222"/>
          <w:sz w:val="16"/>
          <w:szCs w:val="16"/>
        </w:rPr>
        <w:t>session_start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();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//Verificăm direct dacă numele și parola sunt corecte.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 xml:space="preserve">//  În mod normal aici sunt instrucțiuni care 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//  caută numele utilizatorului în baza de date și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//  ext</w:t>
      </w:r>
      <w:r w:rsidR="003C5129">
        <w:rPr>
          <w:rFonts w:ascii="Consolas" w:eastAsia="Times New Roman" w:hAnsi="Consolas" w:cs="Consolas"/>
          <w:color w:val="46830D"/>
          <w:sz w:val="16"/>
          <w:szCs w:val="16"/>
        </w:rPr>
        <w:t>r</w:t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age parola corespunzătoare dacă există.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//În cazul nostru se verifică doar dacă numele introdus este "vasile"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//și parola int</w:t>
      </w:r>
      <w:r w:rsidR="003C5129">
        <w:rPr>
          <w:rFonts w:ascii="Consolas" w:eastAsia="Times New Roman" w:hAnsi="Consolas" w:cs="Consolas"/>
          <w:color w:val="46830D"/>
          <w:sz w:val="16"/>
          <w:szCs w:val="16"/>
        </w:rPr>
        <w:t>ro</w:t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dusa este "xyz123"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4F76AC"/>
          <w:sz w:val="16"/>
          <w:szCs w:val="16"/>
        </w:rPr>
        <w:t>if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CA46FB">
        <w:rPr>
          <w:rFonts w:ascii="Consolas" w:eastAsia="Times New Roman" w:hAnsi="Consolas" w:cs="Consolas"/>
          <w:color w:val="9B5F9B"/>
          <w:sz w:val="16"/>
          <w:szCs w:val="16"/>
        </w:rPr>
        <w:t>$_POST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CA46FB">
        <w:rPr>
          <w:rFonts w:ascii="Consolas" w:eastAsia="Times New Roman" w:hAnsi="Consolas" w:cs="Consolas"/>
          <w:color w:val="823125"/>
          <w:sz w:val="16"/>
          <w:szCs w:val="16"/>
        </w:rPr>
        <w:t>"nume"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]===</w:t>
      </w:r>
      <w:r w:rsidRPr="00CA46FB">
        <w:rPr>
          <w:rFonts w:ascii="Consolas" w:eastAsia="Times New Roman" w:hAnsi="Consolas" w:cs="Consolas"/>
          <w:color w:val="823125"/>
          <w:sz w:val="16"/>
          <w:szCs w:val="16"/>
        </w:rPr>
        <w:t>"vasile"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&amp;&amp;</w:t>
      </w:r>
      <w:r w:rsidRPr="00CA46FB">
        <w:rPr>
          <w:rFonts w:ascii="Consolas" w:eastAsia="Times New Roman" w:hAnsi="Consolas" w:cs="Consolas"/>
          <w:color w:val="9B5F9B"/>
          <w:sz w:val="16"/>
          <w:szCs w:val="16"/>
        </w:rPr>
        <w:t>$_POST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CA46FB">
        <w:rPr>
          <w:rFonts w:ascii="Consolas" w:eastAsia="Times New Roman" w:hAnsi="Consolas" w:cs="Consolas"/>
          <w:color w:val="823125"/>
          <w:sz w:val="16"/>
          <w:szCs w:val="16"/>
        </w:rPr>
        <w:t>"parola"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]===</w:t>
      </w:r>
      <w:r w:rsidRPr="00CA46FB">
        <w:rPr>
          <w:rFonts w:ascii="Consolas" w:eastAsia="Times New Roman" w:hAnsi="Consolas" w:cs="Consolas"/>
          <w:color w:val="823125"/>
          <w:sz w:val="16"/>
          <w:szCs w:val="16"/>
        </w:rPr>
        <w:t>"xyz123"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)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9B5F9B"/>
          <w:sz w:val="16"/>
          <w:szCs w:val="16"/>
        </w:rPr>
        <w:t>$_SESSION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[</w:t>
      </w:r>
      <w:r w:rsidRPr="00CA46FB">
        <w:rPr>
          <w:rFonts w:ascii="Consolas" w:eastAsia="Times New Roman" w:hAnsi="Consolas" w:cs="Consolas"/>
          <w:color w:val="823125"/>
          <w:sz w:val="16"/>
          <w:szCs w:val="16"/>
        </w:rPr>
        <w:t>"permis"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]=</w:t>
      </w:r>
      <w:r w:rsidRPr="00CA46FB">
        <w:rPr>
          <w:rFonts w:ascii="Consolas" w:eastAsia="Times New Roman" w:hAnsi="Consolas" w:cs="Consolas"/>
          <w:color w:val="823125"/>
          <w:sz w:val="16"/>
          <w:szCs w:val="16"/>
        </w:rPr>
        <w:t>"da"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;</w:t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//utilizator autentificat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46830D"/>
          <w:sz w:val="16"/>
          <w:szCs w:val="16"/>
        </w:rPr>
        <w:t>//trimitem utilizatorul înapoi către index.php</w:t>
      </w:r>
    </w:p>
    <w:p w:rsidR="00CA46FB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CA46FB">
        <w:rPr>
          <w:rFonts w:ascii="Consolas" w:eastAsia="Times New Roman" w:hAnsi="Consolas" w:cs="Consolas"/>
          <w:color w:val="222222"/>
          <w:sz w:val="16"/>
          <w:szCs w:val="16"/>
        </w:rPr>
        <w:t>header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CA46FB">
        <w:rPr>
          <w:rFonts w:ascii="Consolas" w:eastAsia="Times New Roman" w:hAnsi="Consolas" w:cs="Consolas"/>
          <w:color w:val="823125"/>
          <w:sz w:val="16"/>
          <w:szCs w:val="16"/>
        </w:rPr>
        <w:t>"Location: index.php"</w:t>
      </w:r>
      <w:r w:rsidRPr="00CA46FB">
        <w:rPr>
          <w:rFonts w:ascii="Consolas" w:eastAsia="Times New Roman" w:hAnsi="Consolas" w:cs="Consolas"/>
          <w:color w:val="1E7C70"/>
          <w:sz w:val="16"/>
          <w:szCs w:val="16"/>
        </w:rPr>
        <w:t>);</w:t>
      </w:r>
    </w:p>
    <w:p w:rsidR="00206B67" w:rsidRPr="00CA46FB" w:rsidRDefault="00CA46FB" w:rsidP="00CA46FB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CA46FB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89775D" w:rsidRDefault="0089775D" w:rsidP="00511357">
      <w:pPr>
        <w:pStyle w:val="Listparagraf"/>
        <w:numPr>
          <w:ilvl w:val="0"/>
          <w:numId w:val="35"/>
        </w:numPr>
      </w:pPr>
      <w:r>
        <w:t>Pagina de terminare a sesiunii (</w:t>
      </w:r>
      <w:r w:rsidRPr="00206B67">
        <w:rPr>
          <w:i/>
        </w:rPr>
        <w:t>logout.php</w:t>
      </w:r>
      <w:r>
        <w:t>):</w:t>
      </w:r>
    </w:p>
    <w:p w:rsidR="008B1006" w:rsidRPr="008B1006" w:rsidRDefault="008B1006" w:rsidP="008B100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8B1006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&lt;?php</w:t>
      </w:r>
    </w:p>
    <w:p w:rsidR="008B1006" w:rsidRPr="008B1006" w:rsidRDefault="008B1006" w:rsidP="008B100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8B100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8B1006">
        <w:rPr>
          <w:rFonts w:ascii="Consolas" w:eastAsia="Times New Roman" w:hAnsi="Consolas" w:cs="Consolas"/>
          <w:color w:val="46830D"/>
          <w:sz w:val="16"/>
          <w:szCs w:val="16"/>
        </w:rPr>
        <w:t>//distrugem sesiunea</w:t>
      </w:r>
    </w:p>
    <w:p w:rsidR="008B1006" w:rsidRPr="008B1006" w:rsidRDefault="008B1006" w:rsidP="008B100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8B100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8B1006">
        <w:rPr>
          <w:rFonts w:ascii="Consolas" w:eastAsia="Times New Roman" w:hAnsi="Consolas" w:cs="Consolas"/>
          <w:color w:val="222222"/>
          <w:sz w:val="16"/>
          <w:szCs w:val="16"/>
        </w:rPr>
        <w:t>session_start</w:t>
      </w:r>
      <w:r w:rsidRPr="008B1006">
        <w:rPr>
          <w:rFonts w:ascii="Consolas" w:eastAsia="Times New Roman" w:hAnsi="Consolas" w:cs="Consolas"/>
          <w:color w:val="1E7C70"/>
          <w:sz w:val="16"/>
          <w:szCs w:val="16"/>
        </w:rPr>
        <w:t>();</w:t>
      </w:r>
      <w:r w:rsidR="00A36B45" w:rsidRPr="00DC021E">
        <w:rPr>
          <w:rFonts w:ascii="Consolas" w:eastAsia="Times New Roman" w:hAnsi="Consolas" w:cs="Consolas"/>
          <w:color w:val="46830D"/>
          <w:sz w:val="16"/>
          <w:szCs w:val="16"/>
        </w:rPr>
        <w:t>// reluăm sesiunea ...</w:t>
      </w:r>
    </w:p>
    <w:p w:rsidR="008B1006" w:rsidRPr="00DC021E" w:rsidRDefault="008B1006" w:rsidP="008B100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46830D"/>
          <w:sz w:val="16"/>
          <w:szCs w:val="16"/>
        </w:rPr>
      </w:pPr>
      <w:r w:rsidRPr="008B100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8B1006">
        <w:rPr>
          <w:rFonts w:ascii="Consolas" w:eastAsia="Times New Roman" w:hAnsi="Consolas" w:cs="Consolas"/>
          <w:color w:val="222222"/>
          <w:sz w:val="16"/>
          <w:szCs w:val="16"/>
        </w:rPr>
        <w:t>session_destroy</w:t>
      </w:r>
      <w:r w:rsidRPr="008B1006">
        <w:rPr>
          <w:rFonts w:ascii="Consolas" w:eastAsia="Times New Roman" w:hAnsi="Consolas" w:cs="Consolas"/>
          <w:color w:val="1E7C70"/>
          <w:sz w:val="16"/>
          <w:szCs w:val="16"/>
        </w:rPr>
        <w:t>();</w:t>
      </w:r>
      <w:r w:rsidR="00A36B45" w:rsidRPr="00DC021E">
        <w:rPr>
          <w:rFonts w:ascii="Consolas" w:eastAsia="Times New Roman" w:hAnsi="Consolas" w:cs="Consolas"/>
          <w:color w:val="46830D"/>
          <w:sz w:val="16"/>
          <w:szCs w:val="16"/>
        </w:rPr>
        <w:t>// ... și o distrugem</w:t>
      </w:r>
    </w:p>
    <w:p w:rsidR="008B1006" w:rsidRPr="008B1006" w:rsidRDefault="008B1006" w:rsidP="008B100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</w:p>
    <w:p w:rsidR="008B1006" w:rsidRPr="008B1006" w:rsidRDefault="008B1006" w:rsidP="008B100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8B100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8B1006">
        <w:rPr>
          <w:rFonts w:ascii="Consolas" w:eastAsia="Times New Roman" w:hAnsi="Consolas" w:cs="Consolas"/>
          <w:color w:val="46830D"/>
          <w:sz w:val="16"/>
          <w:szCs w:val="16"/>
        </w:rPr>
        <w:t>//trimitem utilizatorul înapoi către index.php</w:t>
      </w:r>
    </w:p>
    <w:p w:rsidR="008B1006" w:rsidRPr="008B1006" w:rsidRDefault="008B1006" w:rsidP="008B100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8B1006">
        <w:rPr>
          <w:rFonts w:ascii="Consolas" w:eastAsia="Times New Roman" w:hAnsi="Consolas" w:cs="Consolas"/>
          <w:color w:val="000000"/>
          <w:sz w:val="16"/>
          <w:szCs w:val="16"/>
        </w:rPr>
        <w:tab/>
      </w:r>
      <w:r w:rsidRPr="008B1006">
        <w:rPr>
          <w:rFonts w:ascii="Consolas" w:eastAsia="Times New Roman" w:hAnsi="Consolas" w:cs="Consolas"/>
          <w:color w:val="222222"/>
          <w:sz w:val="16"/>
          <w:szCs w:val="16"/>
        </w:rPr>
        <w:t>header</w:t>
      </w:r>
      <w:r w:rsidRPr="008B1006">
        <w:rPr>
          <w:rFonts w:ascii="Consolas" w:eastAsia="Times New Roman" w:hAnsi="Consolas" w:cs="Consolas"/>
          <w:color w:val="1E7C70"/>
          <w:sz w:val="16"/>
          <w:szCs w:val="16"/>
        </w:rPr>
        <w:t>(</w:t>
      </w:r>
      <w:r w:rsidRPr="008B1006">
        <w:rPr>
          <w:rFonts w:ascii="Consolas" w:eastAsia="Times New Roman" w:hAnsi="Consolas" w:cs="Consolas"/>
          <w:color w:val="823125"/>
          <w:sz w:val="16"/>
          <w:szCs w:val="16"/>
        </w:rPr>
        <w:t>"Location: index.php"</w:t>
      </w:r>
      <w:r w:rsidRPr="008B1006">
        <w:rPr>
          <w:rFonts w:ascii="Consolas" w:eastAsia="Times New Roman" w:hAnsi="Consolas" w:cs="Consolas"/>
          <w:color w:val="1E7C70"/>
          <w:sz w:val="16"/>
          <w:szCs w:val="16"/>
        </w:rPr>
        <w:t>);</w:t>
      </w:r>
    </w:p>
    <w:p w:rsidR="00206B67" w:rsidRPr="008B1006" w:rsidRDefault="008B1006" w:rsidP="008B1006">
      <w:pPr>
        <w:shd w:val="clear" w:color="auto" w:fill="FFFFFF"/>
        <w:tabs>
          <w:tab w:val="clear" w:pos="567"/>
          <w:tab w:val="left" w:pos="426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left"/>
        <w:rPr>
          <w:rFonts w:ascii="Consolas" w:eastAsia="Times New Roman" w:hAnsi="Consolas" w:cs="Consolas"/>
          <w:color w:val="000000"/>
          <w:sz w:val="16"/>
          <w:szCs w:val="16"/>
        </w:rPr>
      </w:pPr>
      <w:r w:rsidRPr="008B1006">
        <w:rPr>
          <w:rFonts w:ascii="Consolas" w:eastAsia="Times New Roman" w:hAnsi="Consolas" w:cs="Consolas"/>
          <w:color w:val="222222"/>
          <w:sz w:val="16"/>
          <w:szCs w:val="16"/>
          <w:shd w:val="clear" w:color="auto" w:fill="D7BF49"/>
        </w:rPr>
        <w:t>?&gt;</w:t>
      </w:r>
    </w:p>
    <w:p w:rsidR="009721A9" w:rsidRDefault="009721A9" w:rsidP="00C32B23">
      <w:pPr>
        <w:pStyle w:val="Listparagraf"/>
        <w:numPr>
          <w:ilvl w:val="0"/>
          <w:numId w:val="0"/>
        </w:numPr>
      </w:pPr>
    </w:p>
    <w:p w:rsidR="00413090" w:rsidRPr="008B401B" w:rsidRDefault="00413090" w:rsidP="00B83F26">
      <w:pPr>
        <w:pStyle w:val="Listparagraf"/>
        <w:numPr>
          <w:ilvl w:val="0"/>
          <w:numId w:val="0"/>
        </w:numPr>
      </w:pPr>
    </w:p>
    <w:sectPr w:rsidR="00413090" w:rsidRPr="008B401B" w:rsidSect="004F11FB">
      <w:headerReference w:type="default" r:id="rId8"/>
      <w:footerReference w:type="default" r:id="rId9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BF6" w:rsidRDefault="00B67BF6" w:rsidP="004F11FB">
      <w:pPr>
        <w:spacing w:before="0" w:after="0"/>
      </w:pPr>
      <w:r>
        <w:separator/>
      </w:r>
    </w:p>
  </w:endnote>
  <w:endnote w:type="continuationSeparator" w:id="0">
    <w:p w:rsidR="00B67BF6" w:rsidRDefault="00B67BF6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36E" w:rsidRPr="007C0A95" w:rsidRDefault="002422F1">
    <w:pPr>
      <w:pStyle w:val="Subsol"/>
      <w:rPr>
        <w:i/>
        <w:color w:val="808080" w:themeColor="background1" w:themeShade="80"/>
      </w:rPr>
    </w:pPr>
    <w:r w:rsidRPr="002422F1">
      <w:rPr>
        <w:i/>
        <w:noProof/>
        <w:color w:val="808080" w:themeColor="background1" w:themeShade="80"/>
      </w:rPr>
      <w:pict>
        <v:line id="Straight Connector 2" o:spid="_x0000_s4097" style="position:absolute;left:0;text-align:left;z-index:251661312;visibility:visible;mso-wrap-distance-top:-3e-5mm;mso-wrap-distance-bottom:-3e-5mm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" strokecolor="#7f7f7f" strokeweight=".5pt">
          <o:lock v:ext="edit" shapetype="f"/>
        </v:line>
      </w:pict>
    </w:r>
    <w:r w:rsidR="0054436E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54436E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F444A1">
      <w:rPr>
        <w:i/>
        <w:noProof/>
        <w:color w:val="808080" w:themeColor="background1" w:themeShade="80"/>
      </w:rPr>
      <w:t>4</w:t>
    </w:r>
    <w:r w:rsidRPr="007C0A95">
      <w:rPr>
        <w:i/>
        <w:noProof/>
        <w:color w:val="808080" w:themeColor="background1" w:themeShade="80"/>
      </w:rPr>
      <w:fldChar w:fldCharType="end"/>
    </w:r>
    <w:r w:rsidR="0054436E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F444A1" w:rsidRPr="00F444A1">
        <w:rPr>
          <w:i/>
          <w:noProof/>
          <w:color w:val="808080" w:themeColor="background1" w:themeShade="80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BF6" w:rsidRDefault="00B67BF6" w:rsidP="004F11FB">
      <w:pPr>
        <w:spacing w:before="0" w:after="0"/>
      </w:pPr>
      <w:r>
        <w:separator/>
      </w:r>
    </w:p>
  </w:footnote>
  <w:footnote w:type="continuationSeparator" w:id="0">
    <w:p w:rsidR="00B67BF6" w:rsidRDefault="00B67BF6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36E" w:rsidRPr="007C0A95" w:rsidRDefault="002422F1" w:rsidP="00FD3506">
    <w:pPr>
      <w:pStyle w:val="Antet"/>
      <w:jc w:val="center"/>
      <w:rPr>
        <w:i/>
        <w:color w:val="808080" w:themeColor="background1" w:themeShade="80"/>
      </w:rPr>
    </w:pPr>
    <w:r w:rsidRPr="002422F1">
      <w:rPr>
        <w:i/>
        <w:noProof/>
        <w:color w:val="808080" w:themeColor="background1" w:themeShade="80"/>
      </w:rPr>
      <w:pict>
        <v:line id="Straight Connector 1" o:spid="_x0000_s4098" style="position:absolute;left:0;text-align:left;z-index:251659264;visibility:visible;mso-wrap-distance-top:-3e-5mm;mso-wrap-distance-bottom:-3e-5mm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" strokecolor="#7f7f7f [1612]" strokeweight=".5pt">
          <o:lock v:ext="edit" shapetype="f"/>
        </v:line>
      </w:pict>
    </w:r>
    <w:r w:rsidR="0054436E" w:rsidRPr="007C0A95">
      <w:rPr>
        <w:i/>
        <w:color w:val="808080" w:themeColor="background1" w:themeShade="80"/>
      </w:rPr>
      <w:t>Fișe de lucru laborator, clasa a X</w:t>
    </w:r>
    <w:r w:rsidR="0054436E">
      <w:rPr>
        <w:i/>
        <w:color w:val="808080" w:themeColor="background1" w:themeShade="80"/>
      </w:rPr>
      <w:t>II</w:t>
    </w:r>
    <w:r w:rsidR="0054436E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30F4"/>
    <w:multiLevelType w:val="hybridMultilevel"/>
    <w:tmpl w:val="5C8E2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D73ED"/>
    <w:multiLevelType w:val="hybridMultilevel"/>
    <w:tmpl w:val="46BE35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86DC6"/>
    <w:multiLevelType w:val="hybridMultilevel"/>
    <w:tmpl w:val="201C33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90C0C"/>
    <w:multiLevelType w:val="hybridMultilevel"/>
    <w:tmpl w:val="47F286BC"/>
    <w:lvl w:ilvl="0" w:tplc="A266ADA6">
      <w:start w:val="1"/>
      <w:numFmt w:val="bullet"/>
      <w:suff w:val="space"/>
      <w:lvlText w:val=""/>
      <w:lvlJc w:val="left"/>
      <w:pPr>
        <w:ind w:left="57" w:firstLine="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67FB0"/>
    <w:multiLevelType w:val="hybridMultilevel"/>
    <w:tmpl w:val="C6203E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91F52"/>
    <w:multiLevelType w:val="hybridMultilevel"/>
    <w:tmpl w:val="944EF42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72099A"/>
    <w:multiLevelType w:val="hybridMultilevel"/>
    <w:tmpl w:val="3A74E54A"/>
    <w:lvl w:ilvl="0" w:tplc="F11A096E">
      <w:start w:val="1"/>
      <w:numFmt w:val="decimal"/>
      <w:pStyle w:val="Listparagraf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6E2840C">
      <w:start w:val="1"/>
      <w:numFmt w:val="lowerLetter"/>
      <w:suff w:val="space"/>
      <w:lvlText w:val="%2."/>
      <w:lvlJc w:val="left"/>
      <w:pPr>
        <w:ind w:left="0" w:firstLine="28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207BFE"/>
    <w:multiLevelType w:val="hybridMultilevel"/>
    <w:tmpl w:val="25CEBB40"/>
    <w:lvl w:ilvl="0" w:tplc="39388106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B4166690">
      <w:start w:val="1"/>
      <w:numFmt w:val="lowerLetter"/>
      <w:suff w:val="space"/>
      <w:lvlText w:val="%2)"/>
      <w:lvlJc w:val="left"/>
      <w:pPr>
        <w:ind w:left="284" w:firstLine="0"/>
      </w:pPr>
      <w:rPr>
        <w:rFonts w:ascii="Calibri" w:hAnsi="Calibri" w:hint="default"/>
        <w:sz w:val="20"/>
        <w:szCs w:val="20"/>
      </w:rPr>
    </w:lvl>
    <w:lvl w:ilvl="2" w:tplc="A224D116">
      <w:start w:val="1"/>
      <w:numFmt w:val="bullet"/>
      <w:suff w:val="space"/>
      <w:lvlText w:val="-"/>
      <w:lvlJc w:val="left"/>
      <w:pPr>
        <w:ind w:left="851" w:firstLine="0"/>
      </w:pPr>
      <w:rPr>
        <w:rFonts w:ascii="Courier New" w:hAnsi="Courier New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C1B0D"/>
    <w:multiLevelType w:val="hybridMultilevel"/>
    <w:tmpl w:val="EABE3F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71E86"/>
    <w:multiLevelType w:val="hybridMultilevel"/>
    <w:tmpl w:val="7C902A60"/>
    <w:lvl w:ilvl="0" w:tplc="13CCC27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628C1F76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882108"/>
    <w:multiLevelType w:val="hybridMultilevel"/>
    <w:tmpl w:val="3000D4DC"/>
    <w:lvl w:ilvl="0" w:tplc="4DAC3B1C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2469FF"/>
    <w:multiLevelType w:val="hybridMultilevel"/>
    <w:tmpl w:val="DBB077C8"/>
    <w:lvl w:ilvl="0" w:tplc="583441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B4166690">
      <w:start w:val="1"/>
      <w:numFmt w:val="lowerLetter"/>
      <w:suff w:val="space"/>
      <w:lvlText w:val="%2)"/>
      <w:lvlJc w:val="left"/>
      <w:pPr>
        <w:ind w:left="284" w:firstLine="0"/>
      </w:pPr>
      <w:rPr>
        <w:rFonts w:ascii="Calibri" w:hAnsi="Calibri" w:hint="default"/>
        <w:sz w:val="20"/>
        <w:szCs w:val="20"/>
      </w:rPr>
    </w:lvl>
    <w:lvl w:ilvl="2" w:tplc="A224D116">
      <w:start w:val="1"/>
      <w:numFmt w:val="bullet"/>
      <w:suff w:val="space"/>
      <w:lvlText w:val="-"/>
      <w:lvlJc w:val="left"/>
      <w:pPr>
        <w:ind w:left="851" w:firstLine="0"/>
      </w:pPr>
      <w:rPr>
        <w:rFonts w:ascii="Courier New" w:hAnsi="Courier New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82F55"/>
    <w:multiLevelType w:val="hybridMultilevel"/>
    <w:tmpl w:val="31001F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0"/>
  </w:num>
  <w:num w:numId="5">
    <w:abstractNumId w:val="9"/>
  </w:num>
  <w:num w:numId="6">
    <w:abstractNumId w:val="1"/>
  </w:num>
  <w:num w:numId="7">
    <w:abstractNumId w:val="5"/>
  </w:num>
  <w:num w:numId="8">
    <w:abstractNumId w:val="9"/>
  </w:num>
  <w:num w:numId="9">
    <w:abstractNumId w:val="11"/>
  </w:num>
  <w:num w:numId="10">
    <w:abstractNumId w:val="9"/>
  </w:num>
  <w:num w:numId="11">
    <w:abstractNumId w:val="3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8"/>
  </w:num>
  <w:num w:numId="18">
    <w:abstractNumId w:val="9"/>
  </w:num>
  <w:num w:numId="19">
    <w:abstractNumId w:val="16"/>
  </w:num>
  <w:num w:numId="20">
    <w:abstractNumId w:val="9"/>
  </w:num>
  <w:num w:numId="21">
    <w:abstractNumId w:val="4"/>
  </w:num>
  <w:num w:numId="22">
    <w:abstractNumId w:val="13"/>
  </w:num>
  <w:num w:numId="23">
    <w:abstractNumId w:val="9"/>
  </w:num>
  <w:num w:numId="24">
    <w:abstractNumId w:val="15"/>
  </w:num>
  <w:num w:numId="25">
    <w:abstractNumId w:val="9"/>
  </w:num>
  <w:num w:numId="26">
    <w:abstractNumId w:val="2"/>
  </w:num>
  <w:num w:numId="27">
    <w:abstractNumId w:val="9"/>
  </w:num>
  <w:num w:numId="28">
    <w:abstractNumId w:val="12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10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attachedTemplate r:id="rId1"/>
  <w:defaultTabStop w:val="425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059DB"/>
    <w:rsid w:val="00005FA0"/>
    <w:rsid w:val="00006C8C"/>
    <w:rsid w:val="00010A98"/>
    <w:rsid w:val="00013A5A"/>
    <w:rsid w:val="000176F9"/>
    <w:rsid w:val="00020058"/>
    <w:rsid w:val="0002778A"/>
    <w:rsid w:val="0003720C"/>
    <w:rsid w:val="0004310E"/>
    <w:rsid w:val="00046E15"/>
    <w:rsid w:val="0004708D"/>
    <w:rsid w:val="00050048"/>
    <w:rsid w:val="00060C30"/>
    <w:rsid w:val="00064F04"/>
    <w:rsid w:val="00065194"/>
    <w:rsid w:val="0006561D"/>
    <w:rsid w:val="00073BB4"/>
    <w:rsid w:val="0007470F"/>
    <w:rsid w:val="00075268"/>
    <w:rsid w:val="0007788B"/>
    <w:rsid w:val="00082A97"/>
    <w:rsid w:val="00083ED2"/>
    <w:rsid w:val="0008435D"/>
    <w:rsid w:val="00094546"/>
    <w:rsid w:val="0009520A"/>
    <w:rsid w:val="0009596F"/>
    <w:rsid w:val="000A10AE"/>
    <w:rsid w:val="000A5ABF"/>
    <w:rsid w:val="000A6675"/>
    <w:rsid w:val="000C0345"/>
    <w:rsid w:val="000C07A5"/>
    <w:rsid w:val="000C248A"/>
    <w:rsid w:val="000C40FF"/>
    <w:rsid w:val="000C5F2A"/>
    <w:rsid w:val="000D026A"/>
    <w:rsid w:val="000D26B7"/>
    <w:rsid w:val="000D4121"/>
    <w:rsid w:val="000E692B"/>
    <w:rsid w:val="000F1B54"/>
    <w:rsid w:val="000F30E9"/>
    <w:rsid w:val="000F552E"/>
    <w:rsid w:val="001015B6"/>
    <w:rsid w:val="001033DC"/>
    <w:rsid w:val="00106FFA"/>
    <w:rsid w:val="00111495"/>
    <w:rsid w:val="00111F36"/>
    <w:rsid w:val="0011353E"/>
    <w:rsid w:val="00114805"/>
    <w:rsid w:val="00114EFB"/>
    <w:rsid w:val="00126589"/>
    <w:rsid w:val="00126BF9"/>
    <w:rsid w:val="001315CE"/>
    <w:rsid w:val="00132B57"/>
    <w:rsid w:val="0013450D"/>
    <w:rsid w:val="0013535E"/>
    <w:rsid w:val="0013537C"/>
    <w:rsid w:val="00135A80"/>
    <w:rsid w:val="001378BB"/>
    <w:rsid w:val="00140295"/>
    <w:rsid w:val="0014130A"/>
    <w:rsid w:val="00141D24"/>
    <w:rsid w:val="00141E2C"/>
    <w:rsid w:val="00142752"/>
    <w:rsid w:val="00143CD3"/>
    <w:rsid w:val="00144209"/>
    <w:rsid w:val="00150D14"/>
    <w:rsid w:val="001547A3"/>
    <w:rsid w:val="00156579"/>
    <w:rsid w:val="0015669D"/>
    <w:rsid w:val="00156C18"/>
    <w:rsid w:val="001572BB"/>
    <w:rsid w:val="001576D4"/>
    <w:rsid w:val="00162CA9"/>
    <w:rsid w:val="001630B9"/>
    <w:rsid w:val="0016377B"/>
    <w:rsid w:val="00166309"/>
    <w:rsid w:val="00170DBD"/>
    <w:rsid w:val="00176AE1"/>
    <w:rsid w:val="0018286C"/>
    <w:rsid w:val="00183BE5"/>
    <w:rsid w:val="00190CF4"/>
    <w:rsid w:val="001948AA"/>
    <w:rsid w:val="00195B45"/>
    <w:rsid w:val="00196C4C"/>
    <w:rsid w:val="001A6D88"/>
    <w:rsid w:val="001B34DC"/>
    <w:rsid w:val="001B57CF"/>
    <w:rsid w:val="001B7636"/>
    <w:rsid w:val="001B78BB"/>
    <w:rsid w:val="001C39ED"/>
    <w:rsid w:val="001C7DEC"/>
    <w:rsid w:val="001D0D28"/>
    <w:rsid w:val="001D54F3"/>
    <w:rsid w:val="001E2E0D"/>
    <w:rsid w:val="001E64F0"/>
    <w:rsid w:val="001E7E2D"/>
    <w:rsid w:val="001F38CC"/>
    <w:rsid w:val="001F475A"/>
    <w:rsid w:val="00200596"/>
    <w:rsid w:val="00206B67"/>
    <w:rsid w:val="002115AC"/>
    <w:rsid w:val="00211C97"/>
    <w:rsid w:val="00212844"/>
    <w:rsid w:val="00221F7C"/>
    <w:rsid w:val="0022503C"/>
    <w:rsid w:val="00226E21"/>
    <w:rsid w:val="00227A61"/>
    <w:rsid w:val="00227D0E"/>
    <w:rsid w:val="002341BB"/>
    <w:rsid w:val="00237C33"/>
    <w:rsid w:val="00240A02"/>
    <w:rsid w:val="002422F1"/>
    <w:rsid w:val="00243D32"/>
    <w:rsid w:val="00251C47"/>
    <w:rsid w:val="00253247"/>
    <w:rsid w:val="00257BFD"/>
    <w:rsid w:val="002633AC"/>
    <w:rsid w:val="0026377D"/>
    <w:rsid w:val="00265480"/>
    <w:rsid w:val="00265E34"/>
    <w:rsid w:val="00266B0E"/>
    <w:rsid w:val="00277977"/>
    <w:rsid w:val="002800F3"/>
    <w:rsid w:val="00281A06"/>
    <w:rsid w:val="00281EFE"/>
    <w:rsid w:val="00283A4A"/>
    <w:rsid w:val="00284F1E"/>
    <w:rsid w:val="002867B4"/>
    <w:rsid w:val="002869C9"/>
    <w:rsid w:val="00290186"/>
    <w:rsid w:val="00294D1E"/>
    <w:rsid w:val="002950F9"/>
    <w:rsid w:val="002973E2"/>
    <w:rsid w:val="00297E0A"/>
    <w:rsid w:val="002A02D8"/>
    <w:rsid w:val="002A0B26"/>
    <w:rsid w:val="002A10F3"/>
    <w:rsid w:val="002A4370"/>
    <w:rsid w:val="002A47AD"/>
    <w:rsid w:val="002C2D83"/>
    <w:rsid w:val="002C4C32"/>
    <w:rsid w:val="002C4ECF"/>
    <w:rsid w:val="002C72CA"/>
    <w:rsid w:val="002D1972"/>
    <w:rsid w:val="002D4638"/>
    <w:rsid w:val="002D74B7"/>
    <w:rsid w:val="002E1AD6"/>
    <w:rsid w:val="002E2DEF"/>
    <w:rsid w:val="002F1E4D"/>
    <w:rsid w:val="002F259C"/>
    <w:rsid w:val="002F72EA"/>
    <w:rsid w:val="002F7D0E"/>
    <w:rsid w:val="00305544"/>
    <w:rsid w:val="00305C03"/>
    <w:rsid w:val="00306F55"/>
    <w:rsid w:val="00307991"/>
    <w:rsid w:val="00310992"/>
    <w:rsid w:val="00310D2D"/>
    <w:rsid w:val="00321E23"/>
    <w:rsid w:val="003279D9"/>
    <w:rsid w:val="00336EFD"/>
    <w:rsid w:val="00342BB1"/>
    <w:rsid w:val="003465F3"/>
    <w:rsid w:val="0035000F"/>
    <w:rsid w:val="00350BEF"/>
    <w:rsid w:val="003547FB"/>
    <w:rsid w:val="00355AC6"/>
    <w:rsid w:val="0036349D"/>
    <w:rsid w:val="00363B17"/>
    <w:rsid w:val="0036456E"/>
    <w:rsid w:val="00366A11"/>
    <w:rsid w:val="00371C47"/>
    <w:rsid w:val="00374254"/>
    <w:rsid w:val="003801C4"/>
    <w:rsid w:val="0038192A"/>
    <w:rsid w:val="00390A25"/>
    <w:rsid w:val="003A05CC"/>
    <w:rsid w:val="003A3CB6"/>
    <w:rsid w:val="003A4E1D"/>
    <w:rsid w:val="003A6BD1"/>
    <w:rsid w:val="003A6FFA"/>
    <w:rsid w:val="003B29E1"/>
    <w:rsid w:val="003B2EAF"/>
    <w:rsid w:val="003C023B"/>
    <w:rsid w:val="003C060F"/>
    <w:rsid w:val="003C1319"/>
    <w:rsid w:val="003C2D94"/>
    <w:rsid w:val="003C5129"/>
    <w:rsid w:val="003C71B8"/>
    <w:rsid w:val="003D3671"/>
    <w:rsid w:val="003D3DE6"/>
    <w:rsid w:val="003D4451"/>
    <w:rsid w:val="003D570E"/>
    <w:rsid w:val="003D6EF2"/>
    <w:rsid w:val="003D7762"/>
    <w:rsid w:val="003E7B7C"/>
    <w:rsid w:val="003F1A52"/>
    <w:rsid w:val="003F4368"/>
    <w:rsid w:val="003F51C6"/>
    <w:rsid w:val="004025CE"/>
    <w:rsid w:val="00411720"/>
    <w:rsid w:val="00413090"/>
    <w:rsid w:val="00420470"/>
    <w:rsid w:val="00430D35"/>
    <w:rsid w:val="00431805"/>
    <w:rsid w:val="004321C6"/>
    <w:rsid w:val="0043370D"/>
    <w:rsid w:val="004342FB"/>
    <w:rsid w:val="00437268"/>
    <w:rsid w:val="0044256B"/>
    <w:rsid w:val="00444F22"/>
    <w:rsid w:val="004451EE"/>
    <w:rsid w:val="004532BE"/>
    <w:rsid w:val="00454BBC"/>
    <w:rsid w:val="004564FC"/>
    <w:rsid w:val="0046026B"/>
    <w:rsid w:val="0048083F"/>
    <w:rsid w:val="004840C0"/>
    <w:rsid w:val="00487FC2"/>
    <w:rsid w:val="00490899"/>
    <w:rsid w:val="00493E88"/>
    <w:rsid w:val="00495C4A"/>
    <w:rsid w:val="00496766"/>
    <w:rsid w:val="004973D7"/>
    <w:rsid w:val="004A0C1D"/>
    <w:rsid w:val="004A1F6D"/>
    <w:rsid w:val="004A4A82"/>
    <w:rsid w:val="004B0C83"/>
    <w:rsid w:val="004B1BA2"/>
    <w:rsid w:val="004B26EE"/>
    <w:rsid w:val="004B2968"/>
    <w:rsid w:val="004B2F75"/>
    <w:rsid w:val="004B5B44"/>
    <w:rsid w:val="004B5DAA"/>
    <w:rsid w:val="004B752B"/>
    <w:rsid w:val="004C58E8"/>
    <w:rsid w:val="004C6096"/>
    <w:rsid w:val="004C6F5F"/>
    <w:rsid w:val="004D046D"/>
    <w:rsid w:val="004D25B0"/>
    <w:rsid w:val="004D4391"/>
    <w:rsid w:val="004D5A78"/>
    <w:rsid w:val="004D615B"/>
    <w:rsid w:val="004D7C3F"/>
    <w:rsid w:val="004E251A"/>
    <w:rsid w:val="004E3132"/>
    <w:rsid w:val="004E606E"/>
    <w:rsid w:val="004F11FB"/>
    <w:rsid w:val="004F2CF0"/>
    <w:rsid w:val="004F324C"/>
    <w:rsid w:val="00501A69"/>
    <w:rsid w:val="00502B86"/>
    <w:rsid w:val="00511357"/>
    <w:rsid w:val="00515691"/>
    <w:rsid w:val="00516096"/>
    <w:rsid w:val="00523F4C"/>
    <w:rsid w:val="005245CD"/>
    <w:rsid w:val="00524DEA"/>
    <w:rsid w:val="00525099"/>
    <w:rsid w:val="00525B08"/>
    <w:rsid w:val="005266D0"/>
    <w:rsid w:val="00526DB9"/>
    <w:rsid w:val="00530A86"/>
    <w:rsid w:val="0053285D"/>
    <w:rsid w:val="00532ABC"/>
    <w:rsid w:val="00540B02"/>
    <w:rsid w:val="0054436E"/>
    <w:rsid w:val="005604FC"/>
    <w:rsid w:val="005628C3"/>
    <w:rsid w:val="005644EF"/>
    <w:rsid w:val="00572994"/>
    <w:rsid w:val="0057735E"/>
    <w:rsid w:val="0058132B"/>
    <w:rsid w:val="00581701"/>
    <w:rsid w:val="005839BE"/>
    <w:rsid w:val="00584A28"/>
    <w:rsid w:val="0059688B"/>
    <w:rsid w:val="005A0DC3"/>
    <w:rsid w:val="005A1B6D"/>
    <w:rsid w:val="005A3289"/>
    <w:rsid w:val="005B3609"/>
    <w:rsid w:val="005B4466"/>
    <w:rsid w:val="005B5FB9"/>
    <w:rsid w:val="005C1D5F"/>
    <w:rsid w:val="005C31D3"/>
    <w:rsid w:val="005C56AC"/>
    <w:rsid w:val="005C5D3C"/>
    <w:rsid w:val="005C76ED"/>
    <w:rsid w:val="005D0805"/>
    <w:rsid w:val="005D24E2"/>
    <w:rsid w:val="005D7C0F"/>
    <w:rsid w:val="005E7A2F"/>
    <w:rsid w:val="005F1792"/>
    <w:rsid w:val="005F5D3F"/>
    <w:rsid w:val="00600C6D"/>
    <w:rsid w:val="006041D6"/>
    <w:rsid w:val="00605AC5"/>
    <w:rsid w:val="0061006A"/>
    <w:rsid w:val="00612BEC"/>
    <w:rsid w:val="00614728"/>
    <w:rsid w:val="006162D5"/>
    <w:rsid w:val="00616537"/>
    <w:rsid w:val="00620ABD"/>
    <w:rsid w:val="00621495"/>
    <w:rsid w:val="00621EA6"/>
    <w:rsid w:val="00622D03"/>
    <w:rsid w:val="00623E1B"/>
    <w:rsid w:val="006246EF"/>
    <w:rsid w:val="006314AE"/>
    <w:rsid w:val="006318E6"/>
    <w:rsid w:val="00640333"/>
    <w:rsid w:val="00642E33"/>
    <w:rsid w:val="00650DA6"/>
    <w:rsid w:val="006528DD"/>
    <w:rsid w:val="00654260"/>
    <w:rsid w:val="00656B13"/>
    <w:rsid w:val="00660F00"/>
    <w:rsid w:val="006625B9"/>
    <w:rsid w:val="0066429F"/>
    <w:rsid w:val="00673A46"/>
    <w:rsid w:val="00673B12"/>
    <w:rsid w:val="00673BA5"/>
    <w:rsid w:val="00674E77"/>
    <w:rsid w:val="00675306"/>
    <w:rsid w:val="0068019E"/>
    <w:rsid w:val="006807B6"/>
    <w:rsid w:val="006827E3"/>
    <w:rsid w:val="00692100"/>
    <w:rsid w:val="00694475"/>
    <w:rsid w:val="006947A2"/>
    <w:rsid w:val="006A197F"/>
    <w:rsid w:val="006A1E81"/>
    <w:rsid w:val="006A300E"/>
    <w:rsid w:val="006A3344"/>
    <w:rsid w:val="006A650A"/>
    <w:rsid w:val="006A7861"/>
    <w:rsid w:val="006B7417"/>
    <w:rsid w:val="006C28C1"/>
    <w:rsid w:val="006D1180"/>
    <w:rsid w:val="006D3029"/>
    <w:rsid w:val="006E70D9"/>
    <w:rsid w:val="006E7AAC"/>
    <w:rsid w:val="006F02BD"/>
    <w:rsid w:val="006F7621"/>
    <w:rsid w:val="006F79C8"/>
    <w:rsid w:val="0070232E"/>
    <w:rsid w:val="00703838"/>
    <w:rsid w:val="00706352"/>
    <w:rsid w:val="00712317"/>
    <w:rsid w:val="00713517"/>
    <w:rsid w:val="00721215"/>
    <w:rsid w:val="007217FD"/>
    <w:rsid w:val="00724C18"/>
    <w:rsid w:val="00727E6A"/>
    <w:rsid w:val="00737C3F"/>
    <w:rsid w:val="0074298B"/>
    <w:rsid w:val="00742D10"/>
    <w:rsid w:val="00745342"/>
    <w:rsid w:val="00745617"/>
    <w:rsid w:val="00745CEF"/>
    <w:rsid w:val="00751A7B"/>
    <w:rsid w:val="00751BE0"/>
    <w:rsid w:val="00757CF0"/>
    <w:rsid w:val="00761CA3"/>
    <w:rsid w:val="007655AE"/>
    <w:rsid w:val="0077493B"/>
    <w:rsid w:val="00776873"/>
    <w:rsid w:val="00777A9C"/>
    <w:rsid w:val="00783553"/>
    <w:rsid w:val="007836FB"/>
    <w:rsid w:val="007849B0"/>
    <w:rsid w:val="0078535A"/>
    <w:rsid w:val="00785690"/>
    <w:rsid w:val="00786FBD"/>
    <w:rsid w:val="0079003F"/>
    <w:rsid w:val="00792CAC"/>
    <w:rsid w:val="0079545A"/>
    <w:rsid w:val="0079662E"/>
    <w:rsid w:val="007A1A26"/>
    <w:rsid w:val="007A1CCF"/>
    <w:rsid w:val="007A1FA0"/>
    <w:rsid w:val="007A27C4"/>
    <w:rsid w:val="007A281D"/>
    <w:rsid w:val="007A4EFF"/>
    <w:rsid w:val="007A76D1"/>
    <w:rsid w:val="007B01F8"/>
    <w:rsid w:val="007B1D82"/>
    <w:rsid w:val="007B252E"/>
    <w:rsid w:val="007B56B1"/>
    <w:rsid w:val="007B780B"/>
    <w:rsid w:val="007B78F3"/>
    <w:rsid w:val="007C0A95"/>
    <w:rsid w:val="007D18B4"/>
    <w:rsid w:val="007D19CB"/>
    <w:rsid w:val="007D26A2"/>
    <w:rsid w:val="007D4DB9"/>
    <w:rsid w:val="007D5DEF"/>
    <w:rsid w:val="007E3620"/>
    <w:rsid w:val="007E4030"/>
    <w:rsid w:val="007E458D"/>
    <w:rsid w:val="007E4DBE"/>
    <w:rsid w:val="007E7DAB"/>
    <w:rsid w:val="007F0485"/>
    <w:rsid w:val="007F1F2C"/>
    <w:rsid w:val="007F321A"/>
    <w:rsid w:val="0080061A"/>
    <w:rsid w:val="0080728F"/>
    <w:rsid w:val="00807C32"/>
    <w:rsid w:val="0081042A"/>
    <w:rsid w:val="00814F16"/>
    <w:rsid w:val="0081706A"/>
    <w:rsid w:val="00821FC0"/>
    <w:rsid w:val="0082545A"/>
    <w:rsid w:val="00825483"/>
    <w:rsid w:val="008302B7"/>
    <w:rsid w:val="008339AA"/>
    <w:rsid w:val="00835ADF"/>
    <w:rsid w:val="0083797A"/>
    <w:rsid w:val="00844B5C"/>
    <w:rsid w:val="008468EC"/>
    <w:rsid w:val="0085068C"/>
    <w:rsid w:val="0085090D"/>
    <w:rsid w:val="008576EE"/>
    <w:rsid w:val="00861913"/>
    <w:rsid w:val="00861EBA"/>
    <w:rsid w:val="00863749"/>
    <w:rsid w:val="00870ED6"/>
    <w:rsid w:val="00871CFC"/>
    <w:rsid w:val="00873310"/>
    <w:rsid w:val="00882503"/>
    <w:rsid w:val="00885E9B"/>
    <w:rsid w:val="00886BCE"/>
    <w:rsid w:val="00887D98"/>
    <w:rsid w:val="008924CD"/>
    <w:rsid w:val="00892D6E"/>
    <w:rsid w:val="0089361E"/>
    <w:rsid w:val="00895FE7"/>
    <w:rsid w:val="0089775D"/>
    <w:rsid w:val="008A2086"/>
    <w:rsid w:val="008A3B91"/>
    <w:rsid w:val="008A5359"/>
    <w:rsid w:val="008B044E"/>
    <w:rsid w:val="008B1006"/>
    <w:rsid w:val="008B401B"/>
    <w:rsid w:val="008C027A"/>
    <w:rsid w:val="008C14B8"/>
    <w:rsid w:val="008C1879"/>
    <w:rsid w:val="008C484A"/>
    <w:rsid w:val="008C4F9E"/>
    <w:rsid w:val="008C62BC"/>
    <w:rsid w:val="008C6307"/>
    <w:rsid w:val="008D4E76"/>
    <w:rsid w:val="008D51D9"/>
    <w:rsid w:val="008E0CDD"/>
    <w:rsid w:val="008E1949"/>
    <w:rsid w:val="008F0100"/>
    <w:rsid w:val="008F27FE"/>
    <w:rsid w:val="008F32E0"/>
    <w:rsid w:val="008F4279"/>
    <w:rsid w:val="008F4AE5"/>
    <w:rsid w:val="008F554A"/>
    <w:rsid w:val="00901316"/>
    <w:rsid w:val="0090483C"/>
    <w:rsid w:val="00911656"/>
    <w:rsid w:val="0091430B"/>
    <w:rsid w:val="00914375"/>
    <w:rsid w:val="00915583"/>
    <w:rsid w:val="00915AE6"/>
    <w:rsid w:val="00922738"/>
    <w:rsid w:val="0092436C"/>
    <w:rsid w:val="009246E3"/>
    <w:rsid w:val="00926623"/>
    <w:rsid w:val="00930C5B"/>
    <w:rsid w:val="00931D07"/>
    <w:rsid w:val="009337FF"/>
    <w:rsid w:val="00936E93"/>
    <w:rsid w:val="009379C6"/>
    <w:rsid w:val="00944E67"/>
    <w:rsid w:val="00945235"/>
    <w:rsid w:val="0094666D"/>
    <w:rsid w:val="00955494"/>
    <w:rsid w:val="00955AED"/>
    <w:rsid w:val="00963CE1"/>
    <w:rsid w:val="00966DBC"/>
    <w:rsid w:val="009677B3"/>
    <w:rsid w:val="0096798C"/>
    <w:rsid w:val="00971FE5"/>
    <w:rsid w:val="009721A9"/>
    <w:rsid w:val="009733CE"/>
    <w:rsid w:val="00973DC0"/>
    <w:rsid w:val="0098112B"/>
    <w:rsid w:val="009811A1"/>
    <w:rsid w:val="0099445D"/>
    <w:rsid w:val="009A4E33"/>
    <w:rsid w:val="009B046B"/>
    <w:rsid w:val="009B55FC"/>
    <w:rsid w:val="009C361E"/>
    <w:rsid w:val="009C4C2C"/>
    <w:rsid w:val="009C60B6"/>
    <w:rsid w:val="009C7C9E"/>
    <w:rsid w:val="009D77E2"/>
    <w:rsid w:val="009F096F"/>
    <w:rsid w:val="009F0AD7"/>
    <w:rsid w:val="009F10C2"/>
    <w:rsid w:val="009F1813"/>
    <w:rsid w:val="009F2A0C"/>
    <w:rsid w:val="009F2E7B"/>
    <w:rsid w:val="009F6E1A"/>
    <w:rsid w:val="00A00142"/>
    <w:rsid w:val="00A040B8"/>
    <w:rsid w:val="00A12D5F"/>
    <w:rsid w:val="00A14096"/>
    <w:rsid w:val="00A208FA"/>
    <w:rsid w:val="00A20E6A"/>
    <w:rsid w:val="00A258B1"/>
    <w:rsid w:val="00A30446"/>
    <w:rsid w:val="00A33BAD"/>
    <w:rsid w:val="00A36B45"/>
    <w:rsid w:val="00A449E2"/>
    <w:rsid w:val="00A458F9"/>
    <w:rsid w:val="00A46409"/>
    <w:rsid w:val="00A4714E"/>
    <w:rsid w:val="00A51105"/>
    <w:rsid w:val="00A519B6"/>
    <w:rsid w:val="00A554F4"/>
    <w:rsid w:val="00A57639"/>
    <w:rsid w:val="00A61108"/>
    <w:rsid w:val="00A63572"/>
    <w:rsid w:val="00A64C2F"/>
    <w:rsid w:val="00A66E39"/>
    <w:rsid w:val="00A7233F"/>
    <w:rsid w:val="00A759F0"/>
    <w:rsid w:val="00A7658F"/>
    <w:rsid w:val="00A80D19"/>
    <w:rsid w:val="00A83AD4"/>
    <w:rsid w:val="00A86EA3"/>
    <w:rsid w:val="00A90AF4"/>
    <w:rsid w:val="00A91451"/>
    <w:rsid w:val="00A92CC2"/>
    <w:rsid w:val="00AA41AD"/>
    <w:rsid w:val="00AA5737"/>
    <w:rsid w:val="00AA6EA5"/>
    <w:rsid w:val="00AC65C0"/>
    <w:rsid w:val="00AD2E43"/>
    <w:rsid w:val="00AD3C95"/>
    <w:rsid w:val="00AD41EA"/>
    <w:rsid w:val="00AD4667"/>
    <w:rsid w:val="00AD7C2A"/>
    <w:rsid w:val="00AE4652"/>
    <w:rsid w:val="00AE70F0"/>
    <w:rsid w:val="00AF642E"/>
    <w:rsid w:val="00B00685"/>
    <w:rsid w:val="00B03A7A"/>
    <w:rsid w:val="00B04161"/>
    <w:rsid w:val="00B12812"/>
    <w:rsid w:val="00B219ED"/>
    <w:rsid w:val="00B21BE1"/>
    <w:rsid w:val="00B25A70"/>
    <w:rsid w:val="00B2750C"/>
    <w:rsid w:val="00B31852"/>
    <w:rsid w:val="00B31BFE"/>
    <w:rsid w:val="00B353F6"/>
    <w:rsid w:val="00B45D55"/>
    <w:rsid w:val="00B4651B"/>
    <w:rsid w:val="00B47130"/>
    <w:rsid w:val="00B5380A"/>
    <w:rsid w:val="00B53ECF"/>
    <w:rsid w:val="00B55DE2"/>
    <w:rsid w:val="00B5607F"/>
    <w:rsid w:val="00B56B5F"/>
    <w:rsid w:val="00B65FA5"/>
    <w:rsid w:val="00B67BF6"/>
    <w:rsid w:val="00B75383"/>
    <w:rsid w:val="00B83F26"/>
    <w:rsid w:val="00B84CFA"/>
    <w:rsid w:val="00B86C2B"/>
    <w:rsid w:val="00B86CAC"/>
    <w:rsid w:val="00B87220"/>
    <w:rsid w:val="00B90D7B"/>
    <w:rsid w:val="00B92462"/>
    <w:rsid w:val="00B94D98"/>
    <w:rsid w:val="00B95A71"/>
    <w:rsid w:val="00B9713C"/>
    <w:rsid w:val="00BA5CC5"/>
    <w:rsid w:val="00BB2301"/>
    <w:rsid w:val="00BB3756"/>
    <w:rsid w:val="00BB3B0D"/>
    <w:rsid w:val="00BB6230"/>
    <w:rsid w:val="00BD12CD"/>
    <w:rsid w:val="00BD1BCD"/>
    <w:rsid w:val="00BD2B1C"/>
    <w:rsid w:val="00BD56AD"/>
    <w:rsid w:val="00BD6375"/>
    <w:rsid w:val="00BE34F9"/>
    <w:rsid w:val="00BE50D2"/>
    <w:rsid w:val="00BF079D"/>
    <w:rsid w:val="00BF1716"/>
    <w:rsid w:val="00BF6F34"/>
    <w:rsid w:val="00C05558"/>
    <w:rsid w:val="00C068C5"/>
    <w:rsid w:val="00C135C7"/>
    <w:rsid w:val="00C14A48"/>
    <w:rsid w:val="00C15962"/>
    <w:rsid w:val="00C15D69"/>
    <w:rsid w:val="00C169B5"/>
    <w:rsid w:val="00C22D69"/>
    <w:rsid w:val="00C27B15"/>
    <w:rsid w:val="00C32B23"/>
    <w:rsid w:val="00C3535F"/>
    <w:rsid w:val="00C3592F"/>
    <w:rsid w:val="00C40811"/>
    <w:rsid w:val="00C4157D"/>
    <w:rsid w:val="00C46534"/>
    <w:rsid w:val="00C54BC0"/>
    <w:rsid w:val="00C62032"/>
    <w:rsid w:val="00C65A0F"/>
    <w:rsid w:val="00C67F4A"/>
    <w:rsid w:val="00C80F79"/>
    <w:rsid w:val="00C81453"/>
    <w:rsid w:val="00C82B0A"/>
    <w:rsid w:val="00C8491B"/>
    <w:rsid w:val="00C876EE"/>
    <w:rsid w:val="00C93C1E"/>
    <w:rsid w:val="00C963BF"/>
    <w:rsid w:val="00CA46FB"/>
    <w:rsid w:val="00CA65C3"/>
    <w:rsid w:val="00CB11BA"/>
    <w:rsid w:val="00CB1A09"/>
    <w:rsid w:val="00CB3ED0"/>
    <w:rsid w:val="00CB6129"/>
    <w:rsid w:val="00CB7FC6"/>
    <w:rsid w:val="00CC33BC"/>
    <w:rsid w:val="00CC601F"/>
    <w:rsid w:val="00CD24B4"/>
    <w:rsid w:val="00CD32E5"/>
    <w:rsid w:val="00CD438B"/>
    <w:rsid w:val="00CD56BE"/>
    <w:rsid w:val="00CD59E6"/>
    <w:rsid w:val="00CD72BF"/>
    <w:rsid w:val="00CE05BE"/>
    <w:rsid w:val="00CE59BA"/>
    <w:rsid w:val="00CF12D7"/>
    <w:rsid w:val="00CF4787"/>
    <w:rsid w:val="00CF695D"/>
    <w:rsid w:val="00D006F9"/>
    <w:rsid w:val="00D00A57"/>
    <w:rsid w:val="00D010B0"/>
    <w:rsid w:val="00D043CF"/>
    <w:rsid w:val="00D05988"/>
    <w:rsid w:val="00D05CFF"/>
    <w:rsid w:val="00D0650A"/>
    <w:rsid w:val="00D10C00"/>
    <w:rsid w:val="00D11C9D"/>
    <w:rsid w:val="00D135DA"/>
    <w:rsid w:val="00D1416C"/>
    <w:rsid w:val="00D15A5D"/>
    <w:rsid w:val="00D20CA1"/>
    <w:rsid w:val="00D24CA2"/>
    <w:rsid w:val="00D2732D"/>
    <w:rsid w:val="00D347BD"/>
    <w:rsid w:val="00D348B9"/>
    <w:rsid w:val="00D37C33"/>
    <w:rsid w:val="00D42B6C"/>
    <w:rsid w:val="00D43778"/>
    <w:rsid w:val="00D440C0"/>
    <w:rsid w:val="00D55AF8"/>
    <w:rsid w:val="00D57075"/>
    <w:rsid w:val="00D61352"/>
    <w:rsid w:val="00D62EF1"/>
    <w:rsid w:val="00D63DB0"/>
    <w:rsid w:val="00D66572"/>
    <w:rsid w:val="00D7052E"/>
    <w:rsid w:val="00D705D9"/>
    <w:rsid w:val="00D718A1"/>
    <w:rsid w:val="00D71D21"/>
    <w:rsid w:val="00D732FA"/>
    <w:rsid w:val="00D744D0"/>
    <w:rsid w:val="00D80078"/>
    <w:rsid w:val="00D80F09"/>
    <w:rsid w:val="00D86998"/>
    <w:rsid w:val="00D96E74"/>
    <w:rsid w:val="00DA4CE8"/>
    <w:rsid w:val="00DA6016"/>
    <w:rsid w:val="00DA7A93"/>
    <w:rsid w:val="00DB1F0C"/>
    <w:rsid w:val="00DB54D1"/>
    <w:rsid w:val="00DC021E"/>
    <w:rsid w:val="00DC0F63"/>
    <w:rsid w:val="00DC2458"/>
    <w:rsid w:val="00DC25D0"/>
    <w:rsid w:val="00DC354E"/>
    <w:rsid w:val="00DC6266"/>
    <w:rsid w:val="00DC6336"/>
    <w:rsid w:val="00DC7A4D"/>
    <w:rsid w:val="00DD3DDB"/>
    <w:rsid w:val="00DD491D"/>
    <w:rsid w:val="00DE5AAE"/>
    <w:rsid w:val="00DF2023"/>
    <w:rsid w:val="00DF3572"/>
    <w:rsid w:val="00DF5642"/>
    <w:rsid w:val="00E05D31"/>
    <w:rsid w:val="00E07089"/>
    <w:rsid w:val="00E17179"/>
    <w:rsid w:val="00E22E4A"/>
    <w:rsid w:val="00E231F4"/>
    <w:rsid w:val="00E25A22"/>
    <w:rsid w:val="00E26A25"/>
    <w:rsid w:val="00E316D3"/>
    <w:rsid w:val="00E33F46"/>
    <w:rsid w:val="00E43EE9"/>
    <w:rsid w:val="00E45B8C"/>
    <w:rsid w:val="00E46F1B"/>
    <w:rsid w:val="00E55257"/>
    <w:rsid w:val="00E56C68"/>
    <w:rsid w:val="00E57C6B"/>
    <w:rsid w:val="00E63E85"/>
    <w:rsid w:val="00E6781D"/>
    <w:rsid w:val="00E67AA8"/>
    <w:rsid w:val="00E7025B"/>
    <w:rsid w:val="00E7131C"/>
    <w:rsid w:val="00E71B86"/>
    <w:rsid w:val="00E77A94"/>
    <w:rsid w:val="00E77C5A"/>
    <w:rsid w:val="00E8224C"/>
    <w:rsid w:val="00E87C3D"/>
    <w:rsid w:val="00E901C2"/>
    <w:rsid w:val="00EA0125"/>
    <w:rsid w:val="00EA163C"/>
    <w:rsid w:val="00EA43C0"/>
    <w:rsid w:val="00EA49CC"/>
    <w:rsid w:val="00EA53D1"/>
    <w:rsid w:val="00EA7B05"/>
    <w:rsid w:val="00EB49B0"/>
    <w:rsid w:val="00EB7EDB"/>
    <w:rsid w:val="00EC5312"/>
    <w:rsid w:val="00EC6867"/>
    <w:rsid w:val="00EC69B2"/>
    <w:rsid w:val="00ED176D"/>
    <w:rsid w:val="00ED48C5"/>
    <w:rsid w:val="00ED55BF"/>
    <w:rsid w:val="00ED7C7F"/>
    <w:rsid w:val="00EE5907"/>
    <w:rsid w:val="00EE5C79"/>
    <w:rsid w:val="00EE6BB1"/>
    <w:rsid w:val="00EF01C1"/>
    <w:rsid w:val="00EF6AF7"/>
    <w:rsid w:val="00F00FFF"/>
    <w:rsid w:val="00F02E92"/>
    <w:rsid w:val="00F04029"/>
    <w:rsid w:val="00F04DBF"/>
    <w:rsid w:val="00F11415"/>
    <w:rsid w:val="00F11877"/>
    <w:rsid w:val="00F12EA6"/>
    <w:rsid w:val="00F130D5"/>
    <w:rsid w:val="00F15F73"/>
    <w:rsid w:val="00F1646E"/>
    <w:rsid w:val="00F206EC"/>
    <w:rsid w:val="00F2141F"/>
    <w:rsid w:val="00F214B0"/>
    <w:rsid w:val="00F21B7D"/>
    <w:rsid w:val="00F26E7C"/>
    <w:rsid w:val="00F34AF5"/>
    <w:rsid w:val="00F35C0A"/>
    <w:rsid w:val="00F35EFB"/>
    <w:rsid w:val="00F37AB3"/>
    <w:rsid w:val="00F43B08"/>
    <w:rsid w:val="00F444A1"/>
    <w:rsid w:val="00F4476B"/>
    <w:rsid w:val="00F54982"/>
    <w:rsid w:val="00F55052"/>
    <w:rsid w:val="00F636E1"/>
    <w:rsid w:val="00F63C4A"/>
    <w:rsid w:val="00F65B34"/>
    <w:rsid w:val="00F66901"/>
    <w:rsid w:val="00F66970"/>
    <w:rsid w:val="00F7197E"/>
    <w:rsid w:val="00F7383B"/>
    <w:rsid w:val="00F74B3B"/>
    <w:rsid w:val="00F7656A"/>
    <w:rsid w:val="00F76649"/>
    <w:rsid w:val="00F76EE2"/>
    <w:rsid w:val="00F81AB0"/>
    <w:rsid w:val="00F8573D"/>
    <w:rsid w:val="00F90E28"/>
    <w:rsid w:val="00F97070"/>
    <w:rsid w:val="00FA6DAF"/>
    <w:rsid w:val="00FB11B5"/>
    <w:rsid w:val="00FB179C"/>
    <w:rsid w:val="00FB7126"/>
    <w:rsid w:val="00FC14FC"/>
    <w:rsid w:val="00FC5ED1"/>
    <w:rsid w:val="00FC79EC"/>
    <w:rsid w:val="00FC7EBB"/>
    <w:rsid w:val="00FD3506"/>
    <w:rsid w:val="00FD6047"/>
    <w:rsid w:val="00FD6EAA"/>
    <w:rsid w:val="00FE5697"/>
    <w:rsid w:val="00FF1022"/>
    <w:rsid w:val="00FF1C26"/>
    <w:rsid w:val="00FF4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096"/>
    <w:pPr>
      <w:tabs>
        <w:tab w:val="left" w:pos="567"/>
      </w:tabs>
      <w:spacing w:before="120" w:after="12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63E85"/>
    <w:pPr>
      <w:keepNext/>
      <w:keepLines/>
      <w:spacing w:before="240"/>
      <w:outlineLvl w:val="1"/>
    </w:pPr>
    <w:rPr>
      <w:rFonts w:ascii="Cambria" w:eastAsiaTheme="majorEastAsia" w:hAnsi="Cambria" w:cstheme="majorBidi"/>
      <w:b/>
      <w:bCs/>
      <w:color w:val="1F497D" w:themeColor="text2"/>
      <w:sz w:val="24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Nod">
    <w:name w:val="NrNod"/>
    <w:basedOn w:val="Listparagraf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Fontdeparagrafimplicit"/>
    <w:link w:val="NrNod"/>
    <w:rsid w:val="002633AC"/>
    <w:rPr>
      <w:rFonts w:ascii="Calibri" w:hAnsi="Calibri"/>
      <w:sz w:val="18"/>
    </w:rPr>
  </w:style>
  <w:style w:type="paragraph" w:styleId="Listparagraf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Titlu3"/>
    <w:qFormat/>
    <w:rsid w:val="0082545A"/>
    <w:pPr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Titlu1Caracter">
    <w:name w:val="Titlu 1 Caracter"/>
    <w:basedOn w:val="Fontdeparagrafimplicit"/>
    <w:link w:val="Titlu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4F11FB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4F11FB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GrilTabel">
    <w:name w:val="Table Grid"/>
    <w:basedOn w:val="Tabel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incomentariu">
    <w:name w:val="annotation reference"/>
    <w:basedOn w:val="Fontdeparagrafimplicit"/>
    <w:uiPriority w:val="99"/>
    <w:semiHidden/>
    <w:unhideWhenUsed/>
    <w:rsid w:val="000D026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D026A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D026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Fontdeparagrafimplicit"/>
    <w:uiPriority w:val="99"/>
    <w:unhideWhenUsed/>
    <w:rsid w:val="001B57CF"/>
    <w:rPr>
      <w:color w:val="0000FF" w:themeColor="hyperlink"/>
      <w:u w:val="single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9733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9733CE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HyperlinkParcurs">
    <w:name w:val="FollowedHyperlink"/>
    <w:basedOn w:val="Fontdeparagrafimplicit"/>
    <w:uiPriority w:val="99"/>
    <w:semiHidden/>
    <w:unhideWhenUsed/>
    <w:rsid w:val="00AD4667"/>
    <w:rPr>
      <w:color w:val="800080" w:themeColor="followedHyperlink"/>
      <w:u w:val="single"/>
    </w:rPr>
  </w:style>
  <w:style w:type="character" w:styleId="Robust">
    <w:name w:val="Strong"/>
    <w:basedOn w:val="Fontdeparagrafimplicit"/>
    <w:uiPriority w:val="22"/>
    <w:qFormat/>
    <w:rsid w:val="00914375"/>
    <w:rPr>
      <w:b/>
      <w:bCs/>
    </w:rPr>
  </w:style>
  <w:style w:type="table" w:customStyle="1" w:styleId="Tabelgril1">
    <w:name w:val="Tabel grilă1"/>
    <w:basedOn w:val="TabelNormal"/>
    <w:next w:val="GrilTabel"/>
    <w:uiPriority w:val="59"/>
    <w:rsid w:val="00621EA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2Caracter">
    <w:name w:val="Titlu 2 Caracter"/>
    <w:basedOn w:val="Fontdeparagrafimplicit"/>
    <w:link w:val="Titlu2"/>
    <w:uiPriority w:val="9"/>
    <w:rsid w:val="00E63E85"/>
    <w:rPr>
      <w:rFonts w:ascii="Cambria" w:eastAsiaTheme="majorEastAsia" w:hAnsi="Cambria" w:cstheme="majorBidi"/>
      <w:b/>
      <w:bCs/>
      <w:color w:val="1F497D" w:themeColor="text2"/>
      <w:sz w:val="24"/>
      <w:szCs w:val="26"/>
      <w:lang w:eastAsia="ro-RO"/>
    </w:rPr>
  </w:style>
  <w:style w:type="character" w:styleId="CodHTML">
    <w:name w:val="HTML Code"/>
    <w:basedOn w:val="Fontdeparagrafimplicit"/>
    <w:uiPriority w:val="99"/>
    <w:semiHidden/>
    <w:unhideWhenUsed/>
    <w:rsid w:val="000843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F9603AE5-5330-42B5-B434-46CEE9DC827B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9</TotalTime>
  <Pages>4</Pages>
  <Words>1324</Words>
  <Characters>7550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elev</cp:lastModifiedBy>
  <cp:revision>5</cp:revision>
  <cp:lastPrinted>2013-10-02T19:27:00Z</cp:lastPrinted>
  <dcterms:created xsi:type="dcterms:W3CDTF">2017-02-21T07:54:00Z</dcterms:created>
  <dcterms:modified xsi:type="dcterms:W3CDTF">2017-02-21T07:59:00Z</dcterms:modified>
</cp:coreProperties>
</file>